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44BE0E" w14:textId="77777777" w:rsidR="00BF22CB" w:rsidRPr="004A3EA9" w:rsidRDefault="009E4770" w:rsidP="00BF22CB">
      <w:pPr>
        <w:rPr>
          <w:b/>
          <w:sz w:val="24"/>
          <w:szCs w:val="24"/>
        </w:rPr>
      </w:pPr>
      <w:r>
        <w:t xml:space="preserve"> </w:t>
      </w:r>
      <w:r w:rsidR="004A3EA9" w:rsidRPr="004A3EA9">
        <w:rPr>
          <w:b/>
          <w:sz w:val="24"/>
          <w:szCs w:val="24"/>
        </w:rPr>
        <w:t xml:space="preserve">Visual Arts Studio – Portraits and Culture - </w:t>
      </w:r>
      <w:r w:rsidR="00BF22CB" w:rsidRPr="004A3EA9">
        <w:rPr>
          <w:b/>
          <w:sz w:val="24"/>
          <w:szCs w:val="24"/>
        </w:rPr>
        <w:t>Reflections</w:t>
      </w:r>
    </w:p>
    <w:p w14:paraId="753C2607" w14:textId="77777777" w:rsidR="00BF22CB" w:rsidRDefault="00BF22CB" w:rsidP="00BF22CB">
      <w:r>
        <w:rPr>
          <w:noProof/>
          <w:lang w:eastAsia="en-US"/>
        </w:rPr>
        <mc:AlternateContent>
          <mc:Choice Requires="wps">
            <w:drawing>
              <wp:anchor distT="0" distB="0" distL="114300" distR="114300" simplePos="0" relativeHeight="251659264" behindDoc="0" locked="0" layoutInCell="1" allowOverlap="1" wp14:anchorId="25148089" wp14:editId="1E93CF67">
                <wp:simplePos x="0" y="0"/>
                <wp:positionH relativeFrom="column">
                  <wp:posOffset>-227869</wp:posOffset>
                </wp:positionH>
                <wp:positionV relativeFrom="paragraph">
                  <wp:posOffset>278339</wp:posOffset>
                </wp:positionV>
                <wp:extent cx="7086600" cy="6620719"/>
                <wp:effectExtent l="0" t="0" r="0" b="8890"/>
                <wp:wrapNone/>
                <wp:docPr id="1" name="Text Box 1"/>
                <wp:cNvGraphicFramePr/>
                <a:graphic xmlns:a="http://schemas.openxmlformats.org/drawingml/2006/main">
                  <a:graphicData uri="http://schemas.microsoft.com/office/word/2010/wordprocessingShape">
                    <wps:wsp>
                      <wps:cNvSpPr txBox="1"/>
                      <wps:spPr>
                        <a:xfrm>
                          <a:off x="0" y="0"/>
                          <a:ext cx="7086600" cy="6620719"/>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TableGrid"/>
                              <w:tblW w:w="11023" w:type="dxa"/>
                              <w:tblLayout w:type="fixed"/>
                              <w:tblLook w:val="04A0" w:firstRow="1" w:lastRow="0" w:firstColumn="1" w:lastColumn="0" w:noHBand="0" w:noVBand="1"/>
                            </w:tblPr>
                            <w:tblGrid>
                              <w:gridCol w:w="850"/>
                              <w:gridCol w:w="2020"/>
                              <w:gridCol w:w="1358"/>
                              <w:gridCol w:w="1359"/>
                              <w:gridCol w:w="1359"/>
                              <w:gridCol w:w="1359"/>
                              <w:gridCol w:w="1359"/>
                              <w:gridCol w:w="1359"/>
                            </w:tblGrid>
                            <w:tr w:rsidR="00C84287" w14:paraId="43459226" w14:textId="77777777" w:rsidTr="00BF22CB">
                              <w:trPr>
                                <w:trHeight w:val="1427"/>
                              </w:trPr>
                              <w:tc>
                                <w:tcPr>
                                  <w:tcW w:w="850" w:type="dxa"/>
                                  <w:textDirection w:val="btLr"/>
                                  <w:vAlign w:val="center"/>
                                </w:tcPr>
                                <w:p w14:paraId="52D60900" w14:textId="77777777" w:rsidR="00C84287" w:rsidRDefault="004A3EA9" w:rsidP="001F789F">
                                  <w:pPr>
                                    <w:ind w:left="113" w:right="113"/>
                                    <w:jc w:val="center"/>
                                  </w:pPr>
                                  <w:r>
                                    <w:t xml:space="preserve"> </w:t>
                                  </w:r>
                                </w:p>
                              </w:tc>
                              <w:tc>
                                <w:tcPr>
                                  <w:tcW w:w="2020" w:type="dxa"/>
                                  <w:textDirection w:val="tbRl"/>
                                </w:tcPr>
                                <w:p w14:paraId="78243491" w14:textId="77777777" w:rsidR="00C84287" w:rsidRDefault="00C84287" w:rsidP="001F789F">
                                  <w:pPr>
                                    <w:ind w:left="113" w:right="113"/>
                                  </w:pPr>
                                </w:p>
                              </w:tc>
                              <w:tc>
                                <w:tcPr>
                                  <w:tcW w:w="1358" w:type="dxa"/>
                                  <w:vAlign w:val="center"/>
                                </w:tcPr>
                                <w:p w14:paraId="20018A46" w14:textId="77777777" w:rsidR="00C84287" w:rsidRPr="00AC3FB4" w:rsidRDefault="00C84287" w:rsidP="001F789F">
                                  <w:pPr>
                                    <w:rPr>
                                      <w:sz w:val="18"/>
                                      <w:szCs w:val="18"/>
                                    </w:rPr>
                                  </w:pPr>
                                  <w:r>
                                    <w:rPr>
                                      <w:sz w:val="18"/>
                                      <w:szCs w:val="18"/>
                                    </w:rPr>
                                    <w:t xml:space="preserve">Response goes well </w:t>
                                  </w:r>
                                  <w:r w:rsidRPr="007D5007">
                                    <w:rPr>
                                      <w:sz w:val="18"/>
                                      <w:szCs w:val="18"/>
                                    </w:rPr>
                                    <w:t>beyond expectations</w:t>
                                  </w:r>
                                  <w:r>
                                    <w:rPr>
                                      <w:sz w:val="18"/>
                                      <w:szCs w:val="18"/>
                                    </w:rPr>
                                    <w:t xml:space="preserve"> in conveying understanding</w:t>
                                  </w:r>
                                </w:p>
                              </w:tc>
                              <w:tc>
                                <w:tcPr>
                                  <w:tcW w:w="1359" w:type="dxa"/>
                                  <w:shd w:val="clear" w:color="auto" w:fill="DDD9C3" w:themeFill="background2" w:themeFillShade="E6"/>
                                  <w:vAlign w:val="center"/>
                                </w:tcPr>
                                <w:p w14:paraId="762272F9" w14:textId="77777777" w:rsidR="00C84287" w:rsidRDefault="00C84287">
                                  <w:pPr>
                                    <w:rPr>
                                      <w:sz w:val="18"/>
                                      <w:szCs w:val="18"/>
                                    </w:rPr>
                                  </w:pPr>
                                  <w:r>
                                    <w:rPr>
                                      <w:sz w:val="18"/>
                                      <w:szCs w:val="18"/>
                                    </w:rPr>
                                    <w:t>Response shows an complete understanding of the concepts</w:t>
                                  </w:r>
                                </w:p>
                              </w:tc>
                              <w:tc>
                                <w:tcPr>
                                  <w:tcW w:w="1359" w:type="dxa"/>
                                  <w:shd w:val="clear" w:color="auto" w:fill="auto"/>
                                  <w:vAlign w:val="center"/>
                                </w:tcPr>
                                <w:p w14:paraId="22A1A89B" w14:textId="77777777" w:rsidR="00C84287" w:rsidRDefault="00C84287">
                                  <w:pPr>
                                    <w:rPr>
                                      <w:sz w:val="18"/>
                                      <w:szCs w:val="18"/>
                                    </w:rPr>
                                  </w:pPr>
                                  <w:r>
                                    <w:rPr>
                                      <w:sz w:val="18"/>
                                      <w:szCs w:val="18"/>
                                    </w:rPr>
                                    <w:t xml:space="preserve"> Response shows a nearly complete understanding of the concepts</w:t>
                                  </w:r>
                                </w:p>
                              </w:tc>
                              <w:tc>
                                <w:tcPr>
                                  <w:tcW w:w="1359" w:type="dxa"/>
                                  <w:shd w:val="clear" w:color="auto" w:fill="DDD9C3" w:themeFill="background2" w:themeFillShade="E6"/>
                                  <w:vAlign w:val="center"/>
                                </w:tcPr>
                                <w:p w14:paraId="2ECDF663" w14:textId="77777777" w:rsidR="00C84287" w:rsidRPr="00AC3FB4" w:rsidRDefault="00C84287" w:rsidP="009E4770">
                                  <w:pPr>
                                    <w:rPr>
                                      <w:sz w:val="18"/>
                                      <w:szCs w:val="18"/>
                                    </w:rPr>
                                  </w:pPr>
                                  <w:r>
                                    <w:rPr>
                                      <w:sz w:val="18"/>
                                      <w:szCs w:val="18"/>
                                    </w:rPr>
                                    <w:t xml:space="preserve">Response shows </w:t>
                                  </w:r>
                                  <w:r w:rsidR="005F30FC">
                                    <w:rPr>
                                      <w:sz w:val="18"/>
                                      <w:szCs w:val="18"/>
                                    </w:rPr>
                                    <w:t>an emerging</w:t>
                                  </w:r>
                                  <w:r>
                                    <w:rPr>
                                      <w:sz w:val="18"/>
                                      <w:szCs w:val="18"/>
                                    </w:rPr>
                                    <w:t xml:space="preserve"> understanding of the concepts</w:t>
                                  </w:r>
                                </w:p>
                              </w:tc>
                              <w:tc>
                                <w:tcPr>
                                  <w:tcW w:w="1359" w:type="dxa"/>
                                  <w:shd w:val="clear" w:color="auto" w:fill="auto"/>
                                  <w:vAlign w:val="center"/>
                                </w:tcPr>
                                <w:p w14:paraId="2E71F0A8" w14:textId="77777777" w:rsidR="00C84287" w:rsidRPr="00AC3FB4" w:rsidRDefault="00C84287" w:rsidP="001F789F">
                                  <w:pPr>
                                    <w:rPr>
                                      <w:sz w:val="18"/>
                                      <w:szCs w:val="18"/>
                                    </w:rPr>
                                  </w:pPr>
                                  <w:r>
                                    <w:rPr>
                                      <w:sz w:val="18"/>
                                      <w:szCs w:val="18"/>
                                    </w:rPr>
                                    <w:t xml:space="preserve">Response shows </w:t>
                                  </w:r>
                                  <w:r w:rsidRPr="007D5007">
                                    <w:rPr>
                                      <w:sz w:val="18"/>
                                      <w:szCs w:val="18"/>
                                    </w:rPr>
                                    <w:t xml:space="preserve">very little understanding </w:t>
                                  </w:r>
                                  <w:r>
                                    <w:rPr>
                                      <w:sz w:val="18"/>
                                      <w:szCs w:val="18"/>
                                    </w:rPr>
                                    <w:t>of the concepts</w:t>
                                  </w:r>
                                </w:p>
                              </w:tc>
                              <w:tc>
                                <w:tcPr>
                                  <w:tcW w:w="1359" w:type="dxa"/>
                                  <w:shd w:val="clear" w:color="auto" w:fill="DDD9C3" w:themeFill="background2" w:themeFillShade="E6"/>
                                  <w:vAlign w:val="center"/>
                                </w:tcPr>
                                <w:p w14:paraId="642A3BD0" w14:textId="77777777" w:rsidR="00C84287" w:rsidRPr="00AC3FB4" w:rsidRDefault="00C84287" w:rsidP="001F789F">
                                  <w:pPr>
                                    <w:rPr>
                                      <w:sz w:val="18"/>
                                      <w:szCs w:val="18"/>
                                    </w:rPr>
                                  </w:pPr>
                                  <w:r>
                                    <w:rPr>
                                      <w:sz w:val="18"/>
                                      <w:szCs w:val="18"/>
                                    </w:rPr>
                                    <w:t>Response not present or completely misses the mark</w:t>
                                  </w:r>
                                </w:p>
                              </w:tc>
                            </w:tr>
                            <w:tr w:rsidR="000457AA" w14:paraId="1CAE6BB6" w14:textId="77777777" w:rsidTr="00BF22CB">
                              <w:trPr>
                                <w:trHeight w:val="1427"/>
                              </w:trPr>
                              <w:tc>
                                <w:tcPr>
                                  <w:tcW w:w="850" w:type="dxa"/>
                                  <w:vMerge w:val="restart"/>
                                  <w:shd w:val="clear" w:color="auto" w:fill="C6D9F1" w:themeFill="text2" w:themeFillTint="33"/>
                                  <w:textDirection w:val="btLr"/>
                                  <w:vAlign w:val="center"/>
                                </w:tcPr>
                                <w:p w14:paraId="5F0491BF" w14:textId="77777777" w:rsidR="000457AA" w:rsidRPr="00BF22CB" w:rsidRDefault="000457AA" w:rsidP="001F789F">
                                  <w:pPr>
                                    <w:ind w:left="113" w:right="113"/>
                                    <w:jc w:val="center"/>
                                  </w:pPr>
                                  <w:r>
                                    <w:t>Understand Art World</w:t>
                                  </w:r>
                                </w:p>
                              </w:tc>
                              <w:tc>
                                <w:tcPr>
                                  <w:tcW w:w="2020" w:type="dxa"/>
                                  <w:shd w:val="clear" w:color="auto" w:fill="8DB3E2" w:themeFill="text2" w:themeFillTint="66"/>
                                </w:tcPr>
                                <w:p w14:paraId="4D583356" w14:textId="77777777" w:rsidR="000457AA" w:rsidRPr="00800E17" w:rsidRDefault="000457AA" w:rsidP="001F789F">
                                  <w:pPr>
                                    <w:rPr>
                                      <w:b/>
                                    </w:rPr>
                                  </w:pPr>
                                  <w:r w:rsidRPr="00800E17">
                                    <w:rPr>
                                      <w:b/>
                                    </w:rPr>
                                    <w:t xml:space="preserve">Form – </w:t>
                                  </w:r>
                                  <w:r w:rsidRPr="00800E17">
                                    <w:t>your writing shows a</w:t>
                                  </w:r>
                                  <w:r>
                                    <w:t xml:space="preserve"> good understanding of how you </w:t>
                                  </w:r>
                                  <w:r w:rsidRPr="00800E17">
                                    <w:t xml:space="preserve">used visual language </w:t>
                                  </w:r>
                                  <w:r>
                                    <w:t>to express yo</w:t>
                                  </w:r>
                                  <w:r w:rsidRPr="00800E17">
                                    <w:t>ur ideas.</w:t>
                                  </w:r>
                                </w:p>
                              </w:tc>
                              <w:tc>
                                <w:tcPr>
                                  <w:tcW w:w="1358" w:type="dxa"/>
                                  <w:vAlign w:val="center"/>
                                </w:tcPr>
                                <w:p w14:paraId="4BB65A1C" w14:textId="77777777" w:rsidR="000457AA" w:rsidRDefault="000457AA" w:rsidP="001F789F">
                                  <w:pPr>
                                    <w:jc w:val="center"/>
                                  </w:pPr>
                                  <w:r>
                                    <w:t>20</w:t>
                                  </w:r>
                                </w:p>
                              </w:tc>
                              <w:tc>
                                <w:tcPr>
                                  <w:tcW w:w="1359" w:type="dxa"/>
                                  <w:shd w:val="clear" w:color="auto" w:fill="DDD9C3" w:themeFill="background2" w:themeFillShade="E6"/>
                                  <w:vAlign w:val="center"/>
                                </w:tcPr>
                                <w:p w14:paraId="2DABC548" w14:textId="77777777" w:rsidR="000457AA" w:rsidRDefault="000457AA" w:rsidP="001F789F">
                                  <w:pPr>
                                    <w:jc w:val="center"/>
                                  </w:pPr>
                                  <w:r>
                                    <w:t>19</w:t>
                                  </w:r>
                                </w:p>
                              </w:tc>
                              <w:tc>
                                <w:tcPr>
                                  <w:tcW w:w="1359" w:type="dxa"/>
                                  <w:shd w:val="clear" w:color="auto" w:fill="auto"/>
                                  <w:vAlign w:val="center"/>
                                </w:tcPr>
                                <w:p w14:paraId="31BC1E38" w14:textId="77777777" w:rsidR="000457AA" w:rsidRDefault="000457AA" w:rsidP="001F789F">
                                  <w:pPr>
                                    <w:jc w:val="center"/>
                                  </w:pPr>
                                  <w:r>
                                    <w:t>17</w:t>
                                  </w:r>
                                </w:p>
                              </w:tc>
                              <w:tc>
                                <w:tcPr>
                                  <w:tcW w:w="1359" w:type="dxa"/>
                                  <w:shd w:val="clear" w:color="auto" w:fill="DDD9C3" w:themeFill="background2" w:themeFillShade="E6"/>
                                  <w:vAlign w:val="center"/>
                                </w:tcPr>
                                <w:p w14:paraId="18E013A0" w14:textId="77777777" w:rsidR="000457AA" w:rsidRDefault="000457AA" w:rsidP="001F789F">
                                  <w:pPr>
                                    <w:jc w:val="center"/>
                                  </w:pPr>
                                  <w:r>
                                    <w:t>15</w:t>
                                  </w:r>
                                </w:p>
                              </w:tc>
                              <w:tc>
                                <w:tcPr>
                                  <w:tcW w:w="1359" w:type="dxa"/>
                                  <w:shd w:val="clear" w:color="auto" w:fill="auto"/>
                                  <w:vAlign w:val="center"/>
                                </w:tcPr>
                                <w:p w14:paraId="675DAD53" w14:textId="77777777" w:rsidR="000457AA" w:rsidRDefault="000457AA" w:rsidP="001F789F">
                                  <w:pPr>
                                    <w:jc w:val="center"/>
                                  </w:pPr>
                                  <w:r>
                                    <w:t>13</w:t>
                                  </w:r>
                                </w:p>
                              </w:tc>
                              <w:tc>
                                <w:tcPr>
                                  <w:tcW w:w="1359" w:type="dxa"/>
                                  <w:shd w:val="clear" w:color="auto" w:fill="DDD9C3" w:themeFill="background2" w:themeFillShade="E6"/>
                                  <w:vAlign w:val="center"/>
                                </w:tcPr>
                                <w:p w14:paraId="0FCF3EF1" w14:textId="77777777" w:rsidR="000457AA" w:rsidRDefault="000457AA" w:rsidP="001F789F">
                                  <w:pPr>
                                    <w:jc w:val="center"/>
                                  </w:pPr>
                                  <w:r>
                                    <w:t>11</w:t>
                                  </w:r>
                                </w:p>
                              </w:tc>
                            </w:tr>
                            <w:tr w:rsidR="000457AA" w14:paraId="5BB6D832" w14:textId="77777777" w:rsidTr="00BF22CB">
                              <w:trPr>
                                <w:trHeight w:val="1427"/>
                              </w:trPr>
                              <w:tc>
                                <w:tcPr>
                                  <w:tcW w:w="850" w:type="dxa"/>
                                  <w:vMerge/>
                                  <w:shd w:val="clear" w:color="auto" w:fill="auto"/>
                                  <w:textDirection w:val="btLr"/>
                                  <w:vAlign w:val="center"/>
                                </w:tcPr>
                                <w:p w14:paraId="6A66D585" w14:textId="77777777" w:rsidR="000457AA" w:rsidRPr="00622453" w:rsidRDefault="000457AA" w:rsidP="001F789F">
                                  <w:pPr>
                                    <w:ind w:left="113" w:right="113"/>
                                    <w:jc w:val="center"/>
                                    <w:rPr>
                                      <w:color w:val="0D0D0D" w:themeColor="text1" w:themeTint="F2"/>
                                    </w:rPr>
                                  </w:pPr>
                                </w:p>
                              </w:tc>
                              <w:tc>
                                <w:tcPr>
                                  <w:tcW w:w="2020" w:type="dxa"/>
                                  <w:shd w:val="clear" w:color="auto" w:fill="E5B8B7" w:themeFill="accent2" w:themeFillTint="66"/>
                                </w:tcPr>
                                <w:p w14:paraId="061A3632" w14:textId="77777777" w:rsidR="000457AA" w:rsidRDefault="000457AA" w:rsidP="001F789F">
                                  <w:r w:rsidRPr="008B0268">
                                    <w:rPr>
                                      <w:b/>
                                    </w:rPr>
                                    <w:t>Theme</w:t>
                                  </w:r>
                                  <w:r>
                                    <w:t xml:space="preserve"> – your writing shows clearly why your “big ideas” are interesting and significant.</w:t>
                                  </w:r>
                                </w:p>
                              </w:tc>
                              <w:tc>
                                <w:tcPr>
                                  <w:tcW w:w="1358" w:type="dxa"/>
                                  <w:vAlign w:val="center"/>
                                </w:tcPr>
                                <w:p w14:paraId="369DDEB4" w14:textId="77777777" w:rsidR="000457AA" w:rsidRDefault="000457AA" w:rsidP="001F789F">
                                  <w:pPr>
                                    <w:jc w:val="center"/>
                                  </w:pPr>
                                  <w:r>
                                    <w:t>20</w:t>
                                  </w:r>
                                </w:p>
                              </w:tc>
                              <w:tc>
                                <w:tcPr>
                                  <w:tcW w:w="1359" w:type="dxa"/>
                                  <w:shd w:val="clear" w:color="auto" w:fill="DDD9C3" w:themeFill="background2" w:themeFillShade="E6"/>
                                  <w:vAlign w:val="center"/>
                                </w:tcPr>
                                <w:p w14:paraId="61755E41" w14:textId="77777777" w:rsidR="000457AA" w:rsidRDefault="000457AA" w:rsidP="001F789F">
                                  <w:pPr>
                                    <w:jc w:val="center"/>
                                  </w:pPr>
                                  <w:r>
                                    <w:t>19</w:t>
                                  </w:r>
                                </w:p>
                              </w:tc>
                              <w:tc>
                                <w:tcPr>
                                  <w:tcW w:w="1359" w:type="dxa"/>
                                  <w:shd w:val="clear" w:color="auto" w:fill="auto"/>
                                  <w:vAlign w:val="center"/>
                                </w:tcPr>
                                <w:p w14:paraId="6EADCCA9" w14:textId="77777777" w:rsidR="000457AA" w:rsidRDefault="000457AA" w:rsidP="001F789F">
                                  <w:pPr>
                                    <w:jc w:val="center"/>
                                  </w:pPr>
                                  <w:r>
                                    <w:t>17</w:t>
                                  </w:r>
                                </w:p>
                              </w:tc>
                              <w:tc>
                                <w:tcPr>
                                  <w:tcW w:w="1359" w:type="dxa"/>
                                  <w:shd w:val="clear" w:color="auto" w:fill="DDD9C3" w:themeFill="background2" w:themeFillShade="E6"/>
                                  <w:vAlign w:val="center"/>
                                </w:tcPr>
                                <w:p w14:paraId="1C916290" w14:textId="77777777" w:rsidR="000457AA" w:rsidRDefault="000457AA" w:rsidP="001F789F">
                                  <w:pPr>
                                    <w:jc w:val="center"/>
                                  </w:pPr>
                                  <w:r>
                                    <w:t>15</w:t>
                                  </w:r>
                                </w:p>
                              </w:tc>
                              <w:tc>
                                <w:tcPr>
                                  <w:tcW w:w="1359" w:type="dxa"/>
                                  <w:shd w:val="clear" w:color="auto" w:fill="auto"/>
                                  <w:vAlign w:val="center"/>
                                </w:tcPr>
                                <w:p w14:paraId="107EE8D6" w14:textId="77777777" w:rsidR="000457AA" w:rsidRDefault="000457AA" w:rsidP="001F789F">
                                  <w:pPr>
                                    <w:jc w:val="center"/>
                                  </w:pPr>
                                  <w:r>
                                    <w:t>13</w:t>
                                  </w:r>
                                </w:p>
                              </w:tc>
                              <w:tc>
                                <w:tcPr>
                                  <w:tcW w:w="1359" w:type="dxa"/>
                                  <w:shd w:val="clear" w:color="auto" w:fill="DDD9C3" w:themeFill="background2" w:themeFillShade="E6"/>
                                  <w:vAlign w:val="center"/>
                                </w:tcPr>
                                <w:p w14:paraId="6FB707E5" w14:textId="77777777" w:rsidR="000457AA" w:rsidRDefault="000457AA" w:rsidP="001F789F">
                                  <w:pPr>
                                    <w:jc w:val="center"/>
                                  </w:pPr>
                                  <w:r>
                                    <w:t>11</w:t>
                                  </w:r>
                                </w:p>
                              </w:tc>
                            </w:tr>
                            <w:tr w:rsidR="000457AA" w14:paraId="0AA3152C" w14:textId="77777777" w:rsidTr="00BF22CB">
                              <w:trPr>
                                <w:trHeight w:val="1427"/>
                              </w:trPr>
                              <w:tc>
                                <w:tcPr>
                                  <w:tcW w:w="850" w:type="dxa"/>
                                  <w:vMerge/>
                                  <w:shd w:val="clear" w:color="auto" w:fill="auto"/>
                                </w:tcPr>
                                <w:p w14:paraId="1090E7AF" w14:textId="77777777" w:rsidR="000457AA" w:rsidRDefault="000457AA" w:rsidP="001F789F"/>
                              </w:tc>
                              <w:tc>
                                <w:tcPr>
                                  <w:tcW w:w="2020" w:type="dxa"/>
                                  <w:shd w:val="clear" w:color="auto" w:fill="CCC0D9" w:themeFill="accent4" w:themeFillTint="66"/>
                                </w:tcPr>
                                <w:p w14:paraId="2214DF2C" w14:textId="77777777" w:rsidR="000457AA" w:rsidRDefault="000457AA" w:rsidP="001F789F">
                                  <w:r w:rsidRPr="004F33F3">
                                    <w:rPr>
                                      <w:b/>
                                    </w:rPr>
                                    <w:t xml:space="preserve">Context </w:t>
                                  </w:r>
                                  <w:r>
                                    <w:t xml:space="preserve">– your writing clearly shows how you considered context in developing meaning in your artwork </w:t>
                                  </w:r>
                                </w:p>
                              </w:tc>
                              <w:tc>
                                <w:tcPr>
                                  <w:tcW w:w="1358" w:type="dxa"/>
                                  <w:vAlign w:val="center"/>
                                </w:tcPr>
                                <w:p w14:paraId="15C2501D" w14:textId="77777777" w:rsidR="000457AA" w:rsidRDefault="000457AA" w:rsidP="001F789F">
                                  <w:pPr>
                                    <w:jc w:val="center"/>
                                  </w:pPr>
                                  <w:r>
                                    <w:t>20</w:t>
                                  </w:r>
                                </w:p>
                              </w:tc>
                              <w:tc>
                                <w:tcPr>
                                  <w:tcW w:w="1359" w:type="dxa"/>
                                  <w:shd w:val="clear" w:color="auto" w:fill="DDD9C3" w:themeFill="background2" w:themeFillShade="E6"/>
                                  <w:vAlign w:val="center"/>
                                </w:tcPr>
                                <w:p w14:paraId="5A8813B1" w14:textId="77777777" w:rsidR="000457AA" w:rsidRDefault="000457AA" w:rsidP="001F789F">
                                  <w:pPr>
                                    <w:jc w:val="center"/>
                                  </w:pPr>
                                  <w:r>
                                    <w:t>19</w:t>
                                  </w:r>
                                </w:p>
                              </w:tc>
                              <w:tc>
                                <w:tcPr>
                                  <w:tcW w:w="1359" w:type="dxa"/>
                                  <w:shd w:val="clear" w:color="auto" w:fill="auto"/>
                                  <w:vAlign w:val="center"/>
                                </w:tcPr>
                                <w:p w14:paraId="31685F1E" w14:textId="77777777" w:rsidR="000457AA" w:rsidRDefault="000457AA" w:rsidP="001F789F">
                                  <w:pPr>
                                    <w:jc w:val="center"/>
                                  </w:pPr>
                                  <w:r>
                                    <w:t>17</w:t>
                                  </w:r>
                                </w:p>
                              </w:tc>
                              <w:tc>
                                <w:tcPr>
                                  <w:tcW w:w="1359" w:type="dxa"/>
                                  <w:shd w:val="clear" w:color="auto" w:fill="DDD9C3" w:themeFill="background2" w:themeFillShade="E6"/>
                                  <w:vAlign w:val="center"/>
                                </w:tcPr>
                                <w:p w14:paraId="0C15D85F" w14:textId="77777777" w:rsidR="000457AA" w:rsidRDefault="000457AA" w:rsidP="001F789F">
                                  <w:pPr>
                                    <w:jc w:val="center"/>
                                  </w:pPr>
                                  <w:r>
                                    <w:t>15</w:t>
                                  </w:r>
                                </w:p>
                              </w:tc>
                              <w:tc>
                                <w:tcPr>
                                  <w:tcW w:w="1359" w:type="dxa"/>
                                  <w:shd w:val="clear" w:color="auto" w:fill="auto"/>
                                  <w:vAlign w:val="center"/>
                                </w:tcPr>
                                <w:p w14:paraId="3D1A5927" w14:textId="77777777" w:rsidR="000457AA" w:rsidRDefault="000457AA" w:rsidP="001F789F">
                                  <w:pPr>
                                    <w:jc w:val="center"/>
                                  </w:pPr>
                                  <w:r>
                                    <w:t>13</w:t>
                                  </w:r>
                                </w:p>
                              </w:tc>
                              <w:tc>
                                <w:tcPr>
                                  <w:tcW w:w="1359" w:type="dxa"/>
                                  <w:shd w:val="clear" w:color="auto" w:fill="DDD9C3" w:themeFill="background2" w:themeFillShade="E6"/>
                                  <w:vAlign w:val="center"/>
                                </w:tcPr>
                                <w:p w14:paraId="36DB0030" w14:textId="77777777" w:rsidR="000457AA" w:rsidRDefault="000457AA" w:rsidP="001F789F">
                                  <w:pPr>
                                    <w:jc w:val="center"/>
                                  </w:pPr>
                                  <w:r>
                                    <w:t>11</w:t>
                                  </w:r>
                                </w:p>
                              </w:tc>
                            </w:tr>
                          </w:tbl>
                          <w:p w14:paraId="2D6FE365" w14:textId="77777777" w:rsidR="00BF22CB" w:rsidRDefault="00BF22CB" w:rsidP="00BF22C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margin-left:-17.9pt;margin-top:21.9pt;width:558pt;height:521.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" fillcolor="white [3201]" stroked="f" strokeweight=".5pt">
                <v:textbox>
                  <w:txbxContent>
                    <w:tbl>
                      <w:tblPr>
                        <w:tblStyle w:val="TableGrid"/>
                        <w:tblW w:w="11023" w:type="dxa"/>
                        <w:tblLayout w:type="fixed"/>
                        <w:tblLook w:val="04A0" w:firstRow="1" w:lastRow="0" w:firstColumn="1" w:lastColumn="0" w:noHBand="0" w:noVBand="1"/>
                      </w:tblPr>
                      <w:tblGrid>
                        <w:gridCol w:w="850"/>
                        <w:gridCol w:w="2020"/>
                        <w:gridCol w:w="1358"/>
                        <w:gridCol w:w="1359"/>
                        <w:gridCol w:w="1359"/>
                        <w:gridCol w:w="1359"/>
                        <w:gridCol w:w="1359"/>
                        <w:gridCol w:w="1359"/>
                      </w:tblGrid>
                      <w:tr w:rsidR="00C84287" w14:paraId="43459226" w14:textId="77777777" w:rsidTr="00BF22CB">
                        <w:trPr>
                          <w:trHeight w:val="1427"/>
                        </w:trPr>
                        <w:tc>
                          <w:tcPr>
                            <w:tcW w:w="850" w:type="dxa"/>
                            <w:textDirection w:val="btLr"/>
                            <w:vAlign w:val="center"/>
                          </w:tcPr>
                          <w:p w14:paraId="52D60900" w14:textId="77777777" w:rsidR="00C84287" w:rsidRDefault="004A3EA9" w:rsidP="001F789F">
                            <w:pPr>
                              <w:ind w:left="113" w:right="113"/>
                              <w:jc w:val="center"/>
                            </w:pPr>
                            <w:r>
                              <w:t xml:space="preserve"> </w:t>
                            </w:r>
                          </w:p>
                        </w:tc>
                        <w:tc>
                          <w:tcPr>
                            <w:tcW w:w="2020" w:type="dxa"/>
                            <w:textDirection w:val="tbRl"/>
                          </w:tcPr>
                          <w:p w14:paraId="78243491" w14:textId="77777777" w:rsidR="00C84287" w:rsidRDefault="00C84287" w:rsidP="001F789F">
                            <w:pPr>
                              <w:ind w:left="113" w:right="113"/>
                            </w:pPr>
                          </w:p>
                        </w:tc>
                        <w:tc>
                          <w:tcPr>
                            <w:tcW w:w="1358" w:type="dxa"/>
                            <w:vAlign w:val="center"/>
                          </w:tcPr>
                          <w:p w14:paraId="20018A46" w14:textId="77777777" w:rsidR="00C84287" w:rsidRPr="00AC3FB4" w:rsidRDefault="00C84287" w:rsidP="001F789F">
                            <w:pPr>
                              <w:rPr>
                                <w:sz w:val="18"/>
                                <w:szCs w:val="18"/>
                              </w:rPr>
                            </w:pPr>
                            <w:r>
                              <w:rPr>
                                <w:sz w:val="18"/>
                                <w:szCs w:val="18"/>
                              </w:rPr>
                              <w:t xml:space="preserve">Response goes well </w:t>
                            </w:r>
                            <w:r w:rsidRPr="007D5007">
                              <w:rPr>
                                <w:sz w:val="18"/>
                                <w:szCs w:val="18"/>
                              </w:rPr>
                              <w:t>beyond expectations</w:t>
                            </w:r>
                            <w:r>
                              <w:rPr>
                                <w:sz w:val="18"/>
                                <w:szCs w:val="18"/>
                              </w:rPr>
                              <w:t xml:space="preserve"> in conveying understanding</w:t>
                            </w:r>
                          </w:p>
                        </w:tc>
                        <w:tc>
                          <w:tcPr>
                            <w:tcW w:w="1359" w:type="dxa"/>
                            <w:shd w:val="clear" w:color="auto" w:fill="DDD9C3" w:themeFill="background2" w:themeFillShade="E6"/>
                            <w:vAlign w:val="center"/>
                          </w:tcPr>
                          <w:p w14:paraId="762272F9" w14:textId="77777777" w:rsidR="00C84287" w:rsidRDefault="00C84287">
                            <w:pPr>
                              <w:rPr>
                                <w:sz w:val="18"/>
                                <w:szCs w:val="18"/>
                              </w:rPr>
                            </w:pPr>
                            <w:r>
                              <w:rPr>
                                <w:sz w:val="18"/>
                                <w:szCs w:val="18"/>
                              </w:rPr>
                              <w:t>Response shows an complete understanding of the concepts</w:t>
                            </w:r>
                          </w:p>
                        </w:tc>
                        <w:tc>
                          <w:tcPr>
                            <w:tcW w:w="1359" w:type="dxa"/>
                            <w:shd w:val="clear" w:color="auto" w:fill="auto"/>
                            <w:vAlign w:val="center"/>
                          </w:tcPr>
                          <w:p w14:paraId="22A1A89B" w14:textId="77777777" w:rsidR="00C84287" w:rsidRDefault="00C84287">
                            <w:pPr>
                              <w:rPr>
                                <w:sz w:val="18"/>
                                <w:szCs w:val="18"/>
                              </w:rPr>
                            </w:pPr>
                            <w:r>
                              <w:rPr>
                                <w:sz w:val="18"/>
                                <w:szCs w:val="18"/>
                              </w:rPr>
                              <w:t xml:space="preserve"> Response shows a nearly complete understanding of the concepts</w:t>
                            </w:r>
                          </w:p>
                        </w:tc>
                        <w:tc>
                          <w:tcPr>
                            <w:tcW w:w="1359" w:type="dxa"/>
                            <w:shd w:val="clear" w:color="auto" w:fill="DDD9C3" w:themeFill="background2" w:themeFillShade="E6"/>
                            <w:vAlign w:val="center"/>
                          </w:tcPr>
                          <w:p w14:paraId="2ECDF663" w14:textId="77777777" w:rsidR="00C84287" w:rsidRPr="00AC3FB4" w:rsidRDefault="00C84287" w:rsidP="009E4770">
                            <w:pPr>
                              <w:rPr>
                                <w:sz w:val="18"/>
                                <w:szCs w:val="18"/>
                              </w:rPr>
                            </w:pPr>
                            <w:r>
                              <w:rPr>
                                <w:sz w:val="18"/>
                                <w:szCs w:val="18"/>
                              </w:rPr>
                              <w:t xml:space="preserve">Response shows </w:t>
                            </w:r>
                            <w:r w:rsidR="005F30FC">
                              <w:rPr>
                                <w:sz w:val="18"/>
                                <w:szCs w:val="18"/>
                              </w:rPr>
                              <w:t>an emerging</w:t>
                            </w:r>
                            <w:r>
                              <w:rPr>
                                <w:sz w:val="18"/>
                                <w:szCs w:val="18"/>
                              </w:rPr>
                              <w:t xml:space="preserve"> understanding of the concepts</w:t>
                            </w:r>
                          </w:p>
                        </w:tc>
                        <w:tc>
                          <w:tcPr>
                            <w:tcW w:w="1359" w:type="dxa"/>
                            <w:shd w:val="clear" w:color="auto" w:fill="auto"/>
                            <w:vAlign w:val="center"/>
                          </w:tcPr>
                          <w:p w14:paraId="2E71F0A8" w14:textId="77777777" w:rsidR="00C84287" w:rsidRPr="00AC3FB4" w:rsidRDefault="00C84287" w:rsidP="001F789F">
                            <w:pPr>
                              <w:rPr>
                                <w:sz w:val="18"/>
                                <w:szCs w:val="18"/>
                              </w:rPr>
                            </w:pPr>
                            <w:r>
                              <w:rPr>
                                <w:sz w:val="18"/>
                                <w:szCs w:val="18"/>
                              </w:rPr>
                              <w:t xml:space="preserve">Response shows </w:t>
                            </w:r>
                            <w:r w:rsidRPr="007D5007">
                              <w:rPr>
                                <w:sz w:val="18"/>
                                <w:szCs w:val="18"/>
                              </w:rPr>
                              <w:t xml:space="preserve">very little understanding </w:t>
                            </w:r>
                            <w:r>
                              <w:rPr>
                                <w:sz w:val="18"/>
                                <w:szCs w:val="18"/>
                              </w:rPr>
                              <w:t>of the concepts</w:t>
                            </w:r>
                          </w:p>
                        </w:tc>
                        <w:tc>
                          <w:tcPr>
                            <w:tcW w:w="1359" w:type="dxa"/>
                            <w:shd w:val="clear" w:color="auto" w:fill="DDD9C3" w:themeFill="background2" w:themeFillShade="E6"/>
                            <w:vAlign w:val="center"/>
                          </w:tcPr>
                          <w:p w14:paraId="642A3BD0" w14:textId="77777777" w:rsidR="00C84287" w:rsidRPr="00AC3FB4" w:rsidRDefault="00C84287" w:rsidP="001F789F">
                            <w:pPr>
                              <w:rPr>
                                <w:sz w:val="18"/>
                                <w:szCs w:val="18"/>
                              </w:rPr>
                            </w:pPr>
                            <w:r>
                              <w:rPr>
                                <w:sz w:val="18"/>
                                <w:szCs w:val="18"/>
                              </w:rPr>
                              <w:t>Response not present or completely misses the mark</w:t>
                            </w:r>
                          </w:p>
                        </w:tc>
                      </w:tr>
                      <w:tr w:rsidR="000457AA" w14:paraId="1CAE6BB6" w14:textId="77777777" w:rsidTr="00BF22CB">
                        <w:trPr>
                          <w:trHeight w:val="1427"/>
                        </w:trPr>
                        <w:tc>
                          <w:tcPr>
                            <w:tcW w:w="850" w:type="dxa"/>
                            <w:vMerge w:val="restart"/>
                            <w:shd w:val="clear" w:color="auto" w:fill="C6D9F1" w:themeFill="text2" w:themeFillTint="33"/>
                            <w:textDirection w:val="btLr"/>
                            <w:vAlign w:val="center"/>
                          </w:tcPr>
                          <w:p w14:paraId="5F0491BF" w14:textId="77777777" w:rsidR="000457AA" w:rsidRPr="00BF22CB" w:rsidRDefault="000457AA" w:rsidP="001F789F">
                            <w:pPr>
                              <w:ind w:left="113" w:right="113"/>
                              <w:jc w:val="center"/>
                            </w:pPr>
                            <w:r>
                              <w:t>Understand Art World</w:t>
                            </w:r>
                          </w:p>
                        </w:tc>
                        <w:tc>
                          <w:tcPr>
                            <w:tcW w:w="2020" w:type="dxa"/>
                            <w:shd w:val="clear" w:color="auto" w:fill="8DB3E2" w:themeFill="text2" w:themeFillTint="66"/>
                          </w:tcPr>
                          <w:p w14:paraId="4D583356" w14:textId="77777777" w:rsidR="000457AA" w:rsidRPr="00800E17" w:rsidRDefault="000457AA" w:rsidP="001F789F">
                            <w:pPr>
                              <w:rPr>
                                <w:b/>
                              </w:rPr>
                            </w:pPr>
                            <w:r w:rsidRPr="00800E17">
                              <w:rPr>
                                <w:b/>
                              </w:rPr>
                              <w:t xml:space="preserve">Form – </w:t>
                            </w:r>
                            <w:r w:rsidRPr="00800E17">
                              <w:t>your writing shows a</w:t>
                            </w:r>
                            <w:r>
                              <w:t xml:space="preserve"> good understanding of how you </w:t>
                            </w:r>
                            <w:r w:rsidRPr="00800E17">
                              <w:t xml:space="preserve">used visual language </w:t>
                            </w:r>
                            <w:r>
                              <w:t>to express yo</w:t>
                            </w:r>
                            <w:r w:rsidRPr="00800E17">
                              <w:t>ur ideas.</w:t>
                            </w:r>
                          </w:p>
                        </w:tc>
                        <w:tc>
                          <w:tcPr>
                            <w:tcW w:w="1358" w:type="dxa"/>
                            <w:vAlign w:val="center"/>
                          </w:tcPr>
                          <w:p w14:paraId="4BB65A1C" w14:textId="77777777" w:rsidR="000457AA" w:rsidRDefault="000457AA" w:rsidP="001F789F">
                            <w:pPr>
                              <w:jc w:val="center"/>
                            </w:pPr>
                            <w:r>
                              <w:t>20</w:t>
                            </w:r>
                          </w:p>
                        </w:tc>
                        <w:tc>
                          <w:tcPr>
                            <w:tcW w:w="1359" w:type="dxa"/>
                            <w:shd w:val="clear" w:color="auto" w:fill="DDD9C3" w:themeFill="background2" w:themeFillShade="E6"/>
                            <w:vAlign w:val="center"/>
                          </w:tcPr>
                          <w:p w14:paraId="2DABC548" w14:textId="77777777" w:rsidR="000457AA" w:rsidRDefault="000457AA" w:rsidP="001F789F">
                            <w:pPr>
                              <w:jc w:val="center"/>
                            </w:pPr>
                            <w:r>
                              <w:t>19</w:t>
                            </w:r>
                          </w:p>
                        </w:tc>
                        <w:tc>
                          <w:tcPr>
                            <w:tcW w:w="1359" w:type="dxa"/>
                            <w:shd w:val="clear" w:color="auto" w:fill="auto"/>
                            <w:vAlign w:val="center"/>
                          </w:tcPr>
                          <w:p w14:paraId="31BC1E38" w14:textId="77777777" w:rsidR="000457AA" w:rsidRDefault="000457AA" w:rsidP="001F789F">
                            <w:pPr>
                              <w:jc w:val="center"/>
                            </w:pPr>
                            <w:r>
                              <w:t>17</w:t>
                            </w:r>
                          </w:p>
                        </w:tc>
                        <w:tc>
                          <w:tcPr>
                            <w:tcW w:w="1359" w:type="dxa"/>
                            <w:shd w:val="clear" w:color="auto" w:fill="DDD9C3" w:themeFill="background2" w:themeFillShade="E6"/>
                            <w:vAlign w:val="center"/>
                          </w:tcPr>
                          <w:p w14:paraId="18E013A0" w14:textId="77777777" w:rsidR="000457AA" w:rsidRDefault="000457AA" w:rsidP="001F789F">
                            <w:pPr>
                              <w:jc w:val="center"/>
                            </w:pPr>
                            <w:r>
                              <w:t>15</w:t>
                            </w:r>
                          </w:p>
                        </w:tc>
                        <w:tc>
                          <w:tcPr>
                            <w:tcW w:w="1359" w:type="dxa"/>
                            <w:shd w:val="clear" w:color="auto" w:fill="auto"/>
                            <w:vAlign w:val="center"/>
                          </w:tcPr>
                          <w:p w14:paraId="675DAD53" w14:textId="77777777" w:rsidR="000457AA" w:rsidRDefault="000457AA" w:rsidP="001F789F">
                            <w:pPr>
                              <w:jc w:val="center"/>
                            </w:pPr>
                            <w:r>
                              <w:t>13</w:t>
                            </w:r>
                          </w:p>
                        </w:tc>
                        <w:tc>
                          <w:tcPr>
                            <w:tcW w:w="1359" w:type="dxa"/>
                            <w:shd w:val="clear" w:color="auto" w:fill="DDD9C3" w:themeFill="background2" w:themeFillShade="E6"/>
                            <w:vAlign w:val="center"/>
                          </w:tcPr>
                          <w:p w14:paraId="0FCF3EF1" w14:textId="77777777" w:rsidR="000457AA" w:rsidRDefault="000457AA" w:rsidP="001F789F">
                            <w:pPr>
                              <w:jc w:val="center"/>
                            </w:pPr>
                            <w:r>
                              <w:t>11</w:t>
                            </w:r>
                          </w:p>
                        </w:tc>
                      </w:tr>
                      <w:tr w:rsidR="000457AA" w14:paraId="5BB6D832" w14:textId="77777777" w:rsidTr="00BF22CB">
                        <w:trPr>
                          <w:trHeight w:val="1427"/>
                        </w:trPr>
                        <w:tc>
                          <w:tcPr>
                            <w:tcW w:w="850" w:type="dxa"/>
                            <w:vMerge/>
                            <w:shd w:val="clear" w:color="auto" w:fill="auto"/>
                            <w:textDirection w:val="btLr"/>
                            <w:vAlign w:val="center"/>
                          </w:tcPr>
                          <w:p w14:paraId="6A66D585" w14:textId="77777777" w:rsidR="000457AA" w:rsidRPr="00622453" w:rsidRDefault="000457AA" w:rsidP="001F789F">
                            <w:pPr>
                              <w:ind w:left="113" w:right="113"/>
                              <w:jc w:val="center"/>
                              <w:rPr>
                                <w:color w:val="0D0D0D" w:themeColor="text1" w:themeTint="F2"/>
                              </w:rPr>
                            </w:pPr>
                          </w:p>
                        </w:tc>
                        <w:tc>
                          <w:tcPr>
                            <w:tcW w:w="2020" w:type="dxa"/>
                            <w:shd w:val="clear" w:color="auto" w:fill="E5B8B7" w:themeFill="accent2" w:themeFillTint="66"/>
                          </w:tcPr>
                          <w:p w14:paraId="061A3632" w14:textId="77777777" w:rsidR="000457AA" w:rsidRDefault="000457AA" w:rsidP="001F789F">
                            <w:r w:rsidRPr="008B0268">
                              <w:rPr>
                                <w:b/>
                              </w:rPr>
                              <w:t>Theme</w:t>
                            </w:r>
                            <w:r>
                              <w:t xml:space="preserve"> – your writing shows clearly why your “big ideas” are interesting and significant.</w:t>
                            </w:r>
                          </w:p>
                        </w:tc>
                        <w:tc>
                          <w:tcPr>
                            <w:tcW w:w="1358" w:type="dxa"/>
                            <w:vAlign w:val="center"/>
                          </w:tcPr>
                          <w:p w14:paraId="369DDEB4" w14:textId="77777777" w:rsidR="000457AA" w:rsidRDefault="000457AA" w:rsidP="001F789F">
                            <w:pPr>
                              <w:jc w:val="center"/>
                            </w:pPr>
                            <w:r>
                              <w:t>20</w:t>
                            </w:r>
                          </w:p>
                        </w:tc>
                        <w:tc>
                          <w:tcPr>
                            <w:tcW w:w="1359" w:type="dxa"/>
                            <w:shd w:val="clear" w:color="auto" w:fill="DDD9C3" w:themeFill="background2" w:themeFillShade="E6"/>
                            <w:vAlign w:val="center"/>
                          </w:tcPr>
                          <w:p w14:paraId="61755E41" w14:textId="77777777" w:rsidR="000457AA" w:rsidRDefault="000457AA" w:rsidP="001F789F">
                            <w:pPr>
                              <w:jc w:val="center"/>
                            </w:pPr>
                            <w:r>
                              <w:t>19</w:t>
                            </w:r>
                          </w:p>
                        </w:tc>
                        <w:tc>
                          <w:tcPr>
                            <w:tcW w:w="1359" w:type="dxa"/>
                            <w:shd w:val="clear" w:color="auto" w:fill="auto"/>
                            <w:vAlign w:val="center"/>
                          </w:tcPr>
                          <w:p w14:paraId="6EADCCA9" w14:textId="77777777" w:rsidR="000457AA" w:rsidRDefault="000457AA" w:rsidP="001F789F">
                            <w:pPr>
                              <w:jc w:val="center"/>
                            </w:pPr>
                            <w:r>
                              <w:t>17</w:t>
                            </w:r>
                          </w:p>
                        </w:tc>
                        <w:tc>
                          <w:tcPr>
                            <w:tcW w:w="1359" w:type="dxa"/>
                            <w:shd w:val="clear" w:color="auto" w:fill="DDD9C3" w:themeFill="background2" w:themeFillShade="E6"/>
                            <w:vAlign w:val="center"/>
                          </w:tcPr>
                          <w:p w14:paraId="1C916290" w14:textId="77777777" w:rsidR="000457AA" w:rsidRDefault="000457AA" w:rsidP="001F789F">
                            <w:pPr>
                              <w:jc w:val="center"/>
                            </w:pPr>
                            <w:r>
                              <w:t>15</w:t>
                            </w:r>
                          </w:p>
                        </w:tc>
                        <w:tc>
                          <w:tcPr>
                            <w:tcW w:w="1359" w:type="dxa"/>
                            <w:shd w:val="clear" w:color="auto" w:fill="auto"/>
                            <w:vAlign w:val="center"/>
                          </w:tcPr>
                          <w:p w14:paraId="107EE8D6" w14:textId="77777777" w:rsidR="000457AA" w:rsidRDefault="000457AA" w:rsidP="001F789F">
                            <w:pPr>
                              <w:jc w:val="center"/>
                            </w:pPr>
                            <w:r>
                              <w:t>13</w:t>
                            </w:r>
                          </w:p>
                        </w:tc>
                        <w:tc>
                          <w:tcPr>
                            <w:tcW w:w="1359" w:type="dxa"/>
                            <w:shd w:val="clear" w:color="auto" w:fill="DDD9C3" w:themeFill="background2" w:themeFillShade="E6"/>
                            <w:vAlign w:val="center"/>
                          </w:tcPr>
                          <w:p w14:paraId="6FB707E5" w14:textId="77777777" w:rsidR="000457AA" w:rsidRDefault="000457AA" w:rsidP="001F789F">
                            <w:pPr>
                              <w:jc w:val="center"/>
                            </w:pPr>
                            <w:r>
                              <w:t>11</w:t>
                            </w:r>
                          </w:p>
                        </w:tc>
                      </w:tr>
                      <w:tr w:rsidR="000457AA" w14:paraId="0AA3152C" w14:textId="77777777" w:rsidTr="00BF22CB">
                        <w:trPr>
                          <w:trHeight w:val="1427"/>
                        </w:trPr>
                        <w:tc>
                          <w:tcPr>
                            <w:tcW w:w="850" w:type="dxa"/>
                            <w:vMerge/>
                            <w:shd w:val="clear" w:color="auto" w:fill="auto"/>
                          </w:tcPr>
                          <w:p w14:paraId="1090E7AF" w14:textId="77777777" w:rsidR="000457AA" w:rsidRDefault="000457AA" w:rsidP="001F789F"/>
                        </w:tc>
                        <w:tc>
                          <w:tcPr>
                            <w:tcW w:w="2020" w:type="dxa"/>
                            <w:shd w:val="clear" w:color="auto" w:fill="CCC0D9" w:themeFill="accent4" w:themeFillTint="66"/>
                          </w:tcPr>
                          <w:p w14:paraId="2214DF2C" w14:textId="77777777" w:rsidR="000457AA" w:rsidRDefault="000457AA" w:rsidP="001F789F">
                            <w:r w:rsidRPr="004F33F3">
                              <w:rPr>
                                <w:b/>
                              </w:rPr>
                              <w:t xml:space="preserve">Context </w:t>
                            </w:r>
                            <w:r>
                              <w:t xml:space="preserve">– your writing clearly shows how you considered context in developing meaning in your artwork </w:t>
                            </w:r>
                          </w:p>
                        </w:tc>
                        <w:tc>
                          <w:tcPr>
                            <w:tcW w:w="1358" w:type="dxa"/>
                            <w:vAlign w:val="center"/>
                          </w:tcPr>
                          <w:p w14:paraId="15C2501D" w14:textId="77777777" w:rsidR="000457AA" w:rsidRDefault="000457AA" w:rsidP="001F789F">
                            <w:pPr>
                              <w:jc w:val="center"/>
                            </w:pPr>
                            <w:r>
                              <w:t>20</w:t>
                            </w:r>
                          </w:p>
                        </w:tc>
                        <w:tc>
                          <w:tcPr>
                            <w:tcW w:w="1359" w:type="dxa"/>
                            <w:shd w:val="clear" w:color="auto" w:fill="DDD9C3" w:themeFill="background2" w:themeFillShade="E6"/>
                            <w:vAlign w:val="center"/>
                          </w:tcPr>
                          <w:p w14:paraId="5A8813B1" w14:textId="77777777" w:rsidR="000457AA" w:rsidRDefault="000457AA" w:rsidP="001F789F">
                            <w:pPr>
                              <w:jc w:val="center"/>
                            </w:pPr>
                            <w:r>
                              <w:t>19</w:t>
                            </w:r>
                          </w:p>
                        </w:tc>
                        <w:tc>
                          <w:tcPr>
                            <w:tcW w:w="1359" w:type="dxa"/>
                            <w:shd w:val="clear" w:color="auto" w:fill="auto"/>
                            <w:vAlign w:val="center"/>
                          </w:tcPr>
                          <w:p w14:paraId="31685F1E" w14:textId="77777777" w:rsidR="000457AA" w:rsidRDefault="000457AA" w:rsidP="001F789F">
                            <w:pPr>
                              <w:jc w:val="center"/>
                            </w:pPr>
                            <w:r>
                              <w:t>17</w:t>
                            </w:r>
                          </w:p>
                        </w:tc>
                        <w:tc>
                          <w:tcPr>
                            <w:tcW w:w="1359" w:type="dxa"/>
                            <w:shd w:val="clear" w:color="auto" w:fill="DDD9C3" w:themeFill="background2" w:themeFillShade="E6"/>
                            <w:vAlign w:val="center"/>
                          </w:tcPr>
                          <w:p w14:paraId="0C15D85F" w14:textId="77777777" w:rsidR="000457AA" w:rsidRDefault="000457AA" w:rsidP="001F789F">
                            <w:pPr>
                              <w:jc w:val="center"/>
                            </w:pPr>
                            <w:r>
                              <w:t>15</w:t>
                            </w:r>
                          </w:p>
                        </w:tc>
                        <w:tc>
                          <w:tcPr>
                            <w:tcW w:w="1359" w:type="dxa"/>
                            <w:shd w:val="clear" w:color="auto" w:fill="auto"/>
                            <w:vAlign w:val="center"/>
                          </w:tcPr>
                          <w:p w14:paraId="3D1A5927" w14:textId="77777777" w:rsidR="000457AA" w:rsidRDefault="000457AA" w:rsidP="001F789F">
                            <w:pPr>
                              <w:jc w:val="center"/>
                            </w:pPr>
                            <w:r>
                              <w:t>13</w:t>
                            </w:r>
                          </w:p>
                        </w:tc>
                        <w:tc>
                          <w:tcPr>
                            <w:tcW w:w="1359" w:type="dxa"/>
                            <w:shd w:val="clear" w:color="auto" w:fill="DDD9C3" w:themeFill="background2" w:themeFillShade="E6"/>
                            <w:vAlign w:val="center"/>
                          </w:tcPr>
                          <w:p w14:paraId="36DB0030" w14:textId="77777777" w:rsidR="000457AA" w:rsidRDefault="000457AA" w:rsidP="001F789F">
                            <w:pPr>
                              <w:jc w:val="center"/>
                            </w:pPr>
                            <w:r>
                              <w:t>11</w:t>
                            </w:r>
                          </w:p>
                        </w:tc>
                      </w:tr>
                    </w:tbl>
                    <w:p w14:paraId="2D6FE365" w14:textId="77777777" w:rsidR="00BF22CB" w:rsidRDefault="00BF22CB" w:rsidP="00BF22CB"/>
                  </w:txbxContent>
                </v:textbox>
              </v:shape>
            </w:pict>
          </mc:Fallback>
        </mc:AlternateContent>
      </w:r>
      <w:r>
        <w:t>Here is your assessment rubric for this part of the project</w:t>
      </w:r>
    </w:p>
    <w:p w14:paraId="1F8BDFFE" w14:textId="77777777" w:rsidR="00BF22CB" w:rsidRDefault="00BF22CB" w:rsidP="00BF22CB"/>
    <w:p w14:paraId="541CDA14" w14:textId="77777777" w:rsidR="00BF22CB" w:rsidRDefault="00BF22CB" w:rsidP="00BF22CB">
      <w:bookmarkStart w:id="0" w:name="_GoBack"/>
      <w:bookmarkEnd w:id="0"/>
    </w:p>
    <w:p w14:paraId="71E7240E" w14:textId="77777777" w:rsidR="00BF22CB" w:rsidRDefault="00BF22CB" w:rsidP="00BF22CB"/>
    <w:p w14:paraId="4B5F116A" w14:textId="77777777" w:rsidR="00BF22CB" w:rsidRDefault="00BF22CB" w:rsidP="00BF22CB"/>
    <w:p w14:paraId="192BF1BE" w14:textId="77777777" w:rsidR="00BF22CB" w:rsidRDefault="00BF22CB" w:rsidP="00BF22CB"/>
    <w:p w14:paraId="45E5BE85" w14:textId="77777777" w:rsidR="00BF22CB" w:rsidRDefault="00BF22CB" w:rsidP="00BF22CB"/>
    <w:p w14:paraId="19CACC82" w14:textId="77777777" w:rsidR="00BF22CB" w:rsidRDefault="00BF22CB" w:rsidP="00BF22CB"/>
    <w:p w14:paraId="1414690D" w14:textId="77777777" w:rsidR="00BF22CB" w:rsidRDefault="00BF22CB" w:rsidP="00BF22CB"/>
    <w:p w14:paraId="6E0ED8AF" w14:textId="77777777" w:rsidR="00BF22CB" w:rsidRDefault="00BF22CB" w:rsidP="00BF22CB"/>
    <w:p w14:paraId="4A9B9DEC" w14:textId="77777777" w:rsidR="00BF22CB" w:rsidRDefault="00BF22CB" w:rsidP="00BF22CB"/>
    <w:p w14:paraId="4F063363" w14:textId="77777777" w:rsidR="00BF22CB" w:rsidRDefault="00BF22CB" w:rsidP="00BF22CB"/>
    <w:p w14:paraId="3BEE2FD6" w14:textId="77777777" w:rsidR="00BF22CB" w:rsidRDefault="00BF22CB" w:rsidP="00BF22CB"/>
    <w:p w14:paraId="3BADFA89" w14:textId="77777777" w:rsidR="00BF22CB" w:rsidRDefault="00BF22CB" w:rsidP="00BF22CB"/>
    <w:p w14:paraId="1C7132C9" w14:textId="77777777" w:rsidR="00BF22CB" w:rsidRDefault="00BF22CB" w:rsidP="00BF22CB"/>
    <w:p w14:paraId="3DB61AC4" w14:textId="77777777" w:rsidR="00BF22CB" w:rsidRDefault="00BF22CB" w:rsidP="00BF22CB"/>
    <w:p w14:paraId="0E2DB190" w14:textId="77777777" w:rsidR="00BF22CB" w:rsidRDefault="00BF22CB" w:rsidP="00BF22CB"/>
    <w:p w14:paraId="0A01AB6C" w14:textId="77777777" w:rsidR="00BF22CB" w:rsidRDefault="00BF22CB" w:rsidP="00BF22CB"/>
    <w:p w14:paraId="7D19F3FF" w14:textId="77777777" w:rsidR="00BF22CB" w:rsidRDefault="00BF22CB" w:rsidP="00BF22CB"/>
    <w:p w14:paraId="67B26C74" w14:textId="77777777" w:rsidR="00BF22CB" w:rsidRDefault="00BF22CB" w:rsidP="00BF22CB"/>
    <w:p w14:paraId="42F790DB" w14:textId="77777777" w:rsidR="00BF22CB" w:rsidRDefault="00BF22CB" w:rsidP="00BF22CB"/>
    <w:p w14:paraId="2E7CFEEC" w14:textId="77777777" w:rsidR="00C84287" w:rsidRDefault="00C84287" w:rsidP="00BF22CB"/>
    <w:p w14:paraId="0C4C63A7" w14:textId="77777777" w:rsidR="00BF22CB" w:rsidRDefault="00BF22CB" w:rsidP="00BF22CB">
      <w:pPr>
        <w:rPr>
          <w:i/>
          <w:color w:val="C00000"/>
        </w:rPr>
      </w:pPr>
      <w:r>
        <w:rPr>
          <w:noProof/>
          <w:lang w:eastAsia="en-US"/>
        </w:rPr>
        <mc:AlternateContent>
          <mc:Choice Requires="wps">
            <w:drawing>
              <wp:anchor distT="0" distB="0" distL="114300" distR="114300" simplePos="0" relativeHeight="251660288" behindDoc="0" locked="0" layoutInCell="1" allowOverlap="1" wp14:anchorId="27886EC6" wp14:editId="380E58EE">
                <wp:simplePos x="0" y="0"/>
                <wp:positionH relativeFrom="column">
                  <wp:posOffset>50165</wp:posOffset>
                </wp:positionH>
                <wp:positionV relativeFrom="paragraph">
                  <wp:posOffset>486410</wp:posOffset>
                </wp:positionV>
                <wp:extent cx="6667500" cy="1924050"/>
                <wp:effectExtent l="0" t="0" r="0" b="0"/>
                <wp:wrapNone/>
                <wp:docPr id="2" name="Text Box 2"/>
                <wp:cNvGraphicFramePr/>
                <a:graphic xmlns:a="http://schemas.openxmlformats.org/drawingml/2006/main">
                  <a:graphicData uri="http://schemas.microsoft.com/office/word/2010/wordprocessingShape">
                    <wps:wsp>
                      <wps:cNvSpPr txBox="1"/>
                      <wps:spPr>
                        <a:xfrm>
                          <a:off x="0" y="0"/>
                          <a:ext cx="6667500" cy="19240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TableGrid1"/>
                              <w:tblW w:w="0" w:type="auto"/>
                              <w:tblLook w:val="04A0" w:firstRow="1" w:lastRow="0" w:firstColumn="1" w:lastColumn="0" w:noHBand="0" w:noVBand="1"/>
                            </w:tblPr>
                            <w:tblGrid>
                              <w:gridCol w:w="1809"/>
                              <w:gridCol w:w="8030"/>
                            </w:tblGrid>
                            <w:tr w:rsidR="00BF22CB" w:rsidRPr="00B32280" w14:paraId="157EE692" w14:textId="77777777" w:rsidTr="00771B1C">
                              <w:trPr>
                                <w:trHeight w:val="700"/>
                              </w:trPr>
                              <w:tc>
                                <w:tcPr>
                                  <w:tcW w:w="1809" w:type="dxa"/>
                                  <w:shd w:val="clear" w:color="auto" w:fill="8DB3E2" w:themeFill="text2" w:themeFillTint="66"/>
                                  <w:vAlign w:val="center"/>
                                </w:tcPr>
                                <w:p w14:paraId="3F0A46C1" w14:textId="77777777" w:rsidR="00BF22CB" w:rsidRPr="00B32280" w:rsidRDefault="00BF22CB" w:rsidP="00B32280">
                                  <w:pPr>
                                    <w:spacing w:line="240" w:lineRule="auto"/>
                                  </w:pPr>
                                  <w:r w:rsidRPr="00B32280">
                                    <w:t xml:space="preserve">Theme </w:t>
                                  </w:r>
                                </w:p>
                                <w:p w14:paraId="08492160" w14:textId="77777777" w:rsidR="00BF22CB" w:rsidRPr="00B32280" w:rsidRDefault="00BF22CB" w:rsidP="00B32280">
                                  <w:pPr>
                                    <w:spacing w:line="240" w:lineRule="auto"/>
                                  </w:pPr>
                                  <w:r w:rsidRPr="00B32280">
                                    <w:t>question</w:t>
                                  </w:r>
                                </w:p>
                              </w:tc>
                              <w:tc>
                                <w:tcPr>
                                  <w:tcW w:w="8030" w:type="dxa"/>
                                </w:tcPr>
                                <w:p w14:paraId="78920962" w14:textId="77777777" w:rsidR="00BF22CB" w:rsidRPr="00B32280" w:rsidRDefault="00BF22CB" w:rsidP="00B32280">
                                  <w:pPr>
                                    <w:spacing w:line="240" w:lineRule="auto"/>
                                  </w:pPr>
                                </w:p>
                              </w:tc>
                            </w:tr>
                            <w:tr w:rsidR="00BF22CB" w:rsidRPr="00B32280" w14:paraId="2A2584F9" w14:textId="77777777" w:rsidTr="00771B1C">
                              <w:trPr>
                                <w:trHeight w:val="700"/>
                              </w:trPr>
                              <w:tc>
                                <w:tcPr>
                                  <w:tcW w:w="1809" w:type="dxa"/>
                                  <w:shd w:val="clear" w:color="auto" w:fill="D99594" w:themeFill="accent2" w:themeFillTint="99"/>
                                  <w:vAlign w:val="center"/>
                                </w:tcPr>
                                <w:p w14:paraId="40602D28" w14:textId="77777777" w:rsidR="00BF22CB" w:rsidRPr="00B32280" w:rsidRDefault="00BF22CB" w:rsidP="00B32280">
                                  <w:pPr>
                                    <w:spacing w:line="240" w:lineRule="auto"/>
                                  </w:pPr>
                                  <w:r w:rsidRPr="00B32280">
                                    <w:t xml:space="preserve">Form </w:t>
                                  </w:r>
                                </w:p>
                                <w:p w14:paraId="44B12143" w14:textId="77777777" w:rsidR="00BF22CB" w:rsidRPr="00B32280" w:rsidRDefault="00BF22CB" w:rsidP="00B32280">
                                  <w:pPr>
                                    <w:spacing w:line="240" w:lineRule="auto"/>
                                  </w:pPr>
                                  <w:r w:rsidRPr="00B32280">
                                    <w:t>question</w:t>
                                  </w:r>
                                </w:p>
                              </w:tc>
                              <w:tc>
                                <w:tcPr>
                                  <w:tcW w:w="8030" w:type="dxa"/>
                                </w:tcPr>
                                <w:p w14:paraId="5A55D6FD" w14:textId="77777777" w:rsidR="00BF22CB" w:rsidRPr="00B32280" w:rsidRDefault="00BF22CB" w:rsidP="00B32280">
                                  <w:pPr>
                                    <w:spacing w:line="240" w:lineRule="auto"/>
                                  </w:pPr>
                                </w:p>
                              </w:tc>
                            </w:tr>
                            <w:tr w:rsidR="00BF22CB" w:rsidRPr="00B32280" w14:paraId="552BA950" w14:textId="77777777" w:rsidTr="00771B1C">
                              <w:trPr>
                                <w:trHeight w:val="700"/>
                              </w:trPr>
                              <w:tc>
                                <w:tcPr>
                                  <w:tcW w:w="1809" w:type="dxa"/>
                                  <w:shd w:val="clear" w:color="auto" w:fill="B2A1C7" w:themeFill="accent4" w:themeFillTint="99"/>
                                  <w:vAlign w:val="center"/>
                                </w:tcPr>
                                <w:p w14:paraId="7C6B0EDC" w14:textId="77777777" w:rsidR="00BF22CB" w:rsidRPr="00B32280" w:rsidRDefault="00BF22CB" w:rsidP="00B32280">
                                  <w:pPr>
                                    <w:spacing w:line="240" w:lineRule="auto"/>
                                  </w:pPr>
                                  <w:r w:rsidRPr="00B32280">
                                    <w:t xml:space="preserve">Context </w:t>
                                  </w:r>
                                </w:p>
                                <w:p w14:paraId="3225F5EC" w14:textId="77777777" w:rsidR="00BF22CB" w:rsidRPr="00B32280" w:rsidRDefault="00BF22CB" w:rsidP="00B32280">
                                  <w:pPr>
                                    <w:spacing w:line="240" w:lineRule="auto"/>
                                  </w:pPr>
                                  <w:r w:rsidRPr="00B32280">
                                    <w:t>question</w:t>
                                  </w:r>
                                </w:p>
                              </w:tc>
                              <w:tc>
                                <w:tcPr>
                                  <w:tcW w:w="8030" w:type="dxa"/>
                                </w:tcPr>
                                <w:p w14:paraId="75583D11" w14:textId="77777777" w:rsidR="00BF22CB" w:rsidRPr="00B32280" w:rsidRDefault="00BF22CB" w:rsidP="00B32280">
                                  <w:pPr>
                                    <w:spacing w:line="240" w:lineRule="auto"/>
                                  </w:pPr>
                                </w:p>
                              </w:tc>
                            </w:tr>
                            <w:tr w:rsidR="00BF22CB" w:rsidRPr="00B32280" w14:paraId="7A3CF1A1" w14:textId="77777777" w:rsidTr="00771B1C">
                              <w:trPr>
                                <w:trHeight w:val="700"/>
                              </w:trPr>
                              <w:tc>
                                <w:tcPr>
                                  <w:tcW w:w="1809" w:type="dxa"/>
                                  <w:shd w:val="clear" w:color="auto" w:fill="C2D69B" w:themeFill="accent3" w:themeFillTint="99"/>
                                  <w:vAlign w:val="center"/>
                                </w:tcPr>
                                <w:p w14:paraId="070B50E3" w14:textId="77777777" w:rsidR="00BF22CB" w:rsidRPr="00B32280" w:rsidRDefault="00BF22CB" w:rsidP="00B32280">
                                  <w:pPr>
                                    <w:spacing w:line="240" w:lineRule="auto"/>
                                  </w:pPr>
                                  <w:r w:rsidRPr="00B32280">
                                    <w:t>Synthesis question</w:t>
                                  </w:r>
                                </w:p>
                              </w:tc>
                              <w:tc>
                                <w:tcPr>
                                  <w:tcW w:w="8030" w:type="dxa"/>
                                </w:tcPr>
                                <w:p w14:paraId="582ABA61" w14:textId="77777777" w:rsidR="00BF22CB" w:rsidRPr="00B32280" w:rsidRDefault="00BF22CB" w:rsidP="00B32280">
                                  <w:pPr>
                                    <w:spacing w:line="240" w:lineRule="auto"/>
                                  </w:pPr>
                                </w:p>
                              </w:tc>
                            </w:tr>
                          </w:tbl>
                          <w:p w14:paraId="0F0E97E4" w14:textId="77777777" w:rsidR="00BF22CB" w:rsidRDefault="00BF22CB" w:rsidP="00BF22C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2" o:spid="_x0000_s1027" type="#_x0000_t202" style="position:absolute;margin-left:3.95pt;margin-top:38.3pt;width:525pt;height:151.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" fillcolor="white [3201]" stroked="f" strokeweight=".5pt">
                <v:textbox>
                  <w:txbxContent>
                    <w:tbl>
                      <w:tblPr>
                        <w:tblStyle w:val="TableGrid1"/>
                        <w:tblW w:w="0" w:type="auto"/>
                        <w:tblLook w:val="04A0" w:firstRow="1" w:lastRow="0" w:firstColumn="1" w:lastColumn="0" w:noHBand="0" w:noVBand="1"/>
                      </w:tblPr>
                      <w:tblGrid>
                        <w:gridCol w:w="1809"/>
                        <w:gridCol w:w="8030"/>
                      </w:tblGrid>
                      <w:tr w:rsidR="00BF22CB" w:rsidRPr="00B32280" w14:paraId="157EE692" w14:textId="77777777" w:rsidTr="00771B1C">
                        <w:trPr>
                          <w:trHeight w:val="700"/>
                        </w:trPr>
                        <w:tc>
                          <w:tcPr>
                            <w:tcW w:w="1809" w:type="dxa"/>
                            <w:shd w:val="clear" w:color="auto" w:fill="8DB3E2" w:themeFill="text2" w:themeFillTint="66"/>
                            <w:vAlign w:val="center"/>
                          </w:tcPr>
                          <w:p w14:paraId="3F0A46C1" w14:textId="77777777" w:rsidR="00BF22CB" w:rsidRPr="00B32280" w:rsidRDefault="00BF22CB" w:rsidP="00B32280">
                            <w:pPr>
                              <w:spacing w:line="240" w:lineRule="auto"/>
                            </w:pPr>
                            <w:r w:rsidRPr="00B32280">
                              <w:t xml:space="preserve">Theme </w:t>
                            </w:r>
                          </w:p>
                          <w:p w14:paraId="08492160" w14:textId="77777777" w:rsidR="00BF22CB" w:rsidRPr="00B32280" w:rsidRDefault="00BF22CB" w:rsidP="00B32280">
                            <w:pPr>
                              <w:spacing w:line="240" w:lineRule="auto"/>
                            </w:pPr>
                            <w:r w:rsidRPr="00B32280">
                              <w:t>question</w:t>
                            </w:r>
                          </w:p>
                        </w:tc>
                        <w:tc>
                          <w:tcPr>
                            <w:tcW w:w="8030" w:type="dxa"/>
                          </w:tcPr>
                          <w:p w14:paraId="78920962" w14:textId="77777777" w:rsidR="00BF22CB" w:rsidRPr="00B32280" w:rsidRDefault="00BF22CB" w:rsidP="00B32280">
                            <w:pPr>
                              <w:spacing w:line="240" w:lineRule="auto"/>
                            </w:pPr>
                          </w:p>
                        </w:tc>
                      </w:tr>
                      <w:tr w:rsidR="00BF22CB" w:rsidRPr="00B32280" w14:paraId="2A2584F9" w14:textId="77777777" w:rsidTr="00771B1C">
                        <w:trPr>
                          <w:trHeight w:val="700"/>
                        </w:trPr>
                        <w:tc>
                          <w:tcPr>
                            <w:tcW w:w="1809" w:type="dxa"/>
                            <w:shd w:val="clear" w:color="auto" w:fill="D99594" w:themeFill="accent2" w:themeFillTint="99"/>
                            <w:vAlign w:val="center"/>
                          </w:tcPr>
                          <w:p w14:paraId="40602D28" w14:textId="77777777" w:rsidR="00BF22CB" w:rsidRPr="00B32280" w:rsidRDefault="00BF22CB" w:rsidP="00B32280">
                            <w:pPr>
                              <w:spacing w:line="240" w:lineRule="auto"/>
                            </w:pPr>
                            <w:r w:rsidRPr="00B32280">
                              <w:t xml:space="preserve">Form </w:t>
                            </w:r>
                          </w:p>
                          <w:p w14:paraId="44B12143" w14:textId="77777777" w:rsidR="00BF22CB" w:rsidRPr="00B32280" w:rsidRDefault="00BF22CB" w:rsidP="00B32280">
                            <w:pPr>
                              <w:spacing w:line="240" w:lineRule="auto"/>
                            </w:pPr>
                            <w:r w:rsidRPr="00B32280">
                              <w:t>question</w:t>
                            </w:r>
                          </w:p>
                        </w:tc>
                        <w:tc>
                          <w:tcPr>
                            <w:tcW w:w="8030" w:type="dxa"/>
                          </w:tcPr>
                          <w:p w14:paraId="5A55D6FD" w14:textId="77777777" w:rsidR="00BF22CB" w:rsidRPr="00B32280" w:rsidRDefault="00BF22CB" w:rsidP="00B32280">
                            <w:pPr>
                              <w:spacing w:line="240" w:lineRule="auto"/>
                            </w:pPr>
                          </w:p>
                        </w:tc>
                      </w:tr>
                      <w:tr w:rsidR="00BF22CB" w:rsidRPr="00B32280" w14:paraId="552BA950" w14:textId="77777777" w:rsidTr="00771B1C">
                        <w:trPr>
                          <w:trHeight w:val="700"/>
                        </w:trPr>
                        <w:tc>
                          <w:tcPr>
                            <w:tcW w:w="1809" w:type="dxa"/>
                            <w:shd w:val="clear" w:color="auto" w:fill="B2A1C7" w:themeFill="accent4" w:themeFillTint="99"/>
                            <w:vAlign w:val="center"/>
                          </w:tcPr>
                          <w:p w14:paraId="7C6B0EDC" w14:textId="77777777" w:rsidR="00BF22CB" w:rsidRPr="00B32280" w:rsidRDefault="00BF22CB" w:rsidP="00B32280">
                            <w:pPr>
                              <w:spacing w:line="240" w:lineRule="auto"/>
                            </w:pPr>
                            <w:r w:rsidRPr="00B32280">
                              <w:t xml:space="preserve">Context </w:t>
                            </w:r>
                          </w:p>
                          <w:p w14:paraId="3225F5EC" w14:textId="77777777" w:rsidR="00BF22CB" w:rsidRPr="00B32280" w:rsidRDefault="00BF22CB" w:rsidP="00B32280">
                            <w:pPr>
                              <w:spacing w:line="240" w:lineRule="auto"/>
                            </w:pPr>
                            <w:r w:rsidRPr="00B32280">
                              <w:t>question</w:t>
                            </w:r>
                          </w:p>
                        </w:tc>
                        <w:tc>
                          <w:tcPr>
                            <w:tcW w:w="8030" w:type="dxa"/>
                          </w:tcPr>
                          <w:p w14:paraId="75583D11" w14:textId="77777777" w:rsidR="00BF22CB" w:rsidRPr="00B32280" w:rsidRDefault="00BF22CB" w:rsidP="00B32280">
                            <w:pPr>
                              <w:spacing w:line="240" w:lineRule="auto"/>
                            </w:pPr>
                          </w:p>
                        </w:tc>
                      </w:tr>
                      <w:tr w:rsidR="00BF22CB" w:rsidRPr="00B32280" w14:paraId="7A3CF1A1" w14:textId="77777777" w:rsidTr="00771B1C">
                        <w:trPr>
                          <w:trHeight w:val="700"/>
                        </w:trPr>
                        <w:tc>
                          <w:tcPr>
                            <w:tcW w:w="1809" w:type="dxa"/>
                            <w:shd w:val="clear" w:color="auto" w:fill="C2D69B" w:themeFill="accent3" w:themeFillTint="99"/>
                            <w:vAlign w:val="center"/>
                          </w:tcPr>
                          <w:p w14:paraId="070B50E3" w14:textId="77777777" w:rsidR="00BF22CB" w:rsidRPr="00B32280" w:rsidRDefault="00BF22CB" w:rsidP="00B32280">
                            <w:pPr>
                              <w:spacing w:line="240" w:lineRule="auto"/>
                            </w:pPr>
                            <w:r w:rsidRPr="00B32280">
                              <w:t>Synthesis question</w:t>
                            </w:r>
                          </w:p>
                        </w:tc>
                        <w:tc>
                          <w:tcPr>
                            <w:tcW w:w="8030" w:type="dxa"/>
                          </w:tcPr>
                          <w:p w14:paraId="582ABA61" w14:textId="77777777" w:rsidR="00BF22CB" w:rsidRPr="00B32280" w:rsidRDefault="00BF22CB" w:rsidP="00B32280">
                            <w:pPr>
                              <w:spacing w:line="240" w:lineRule="auto"/>
                            </w:pPr>
                          </w:p>
                        </w:tc>
                      </w:tr>
                    </w:tbl>
                    <w:p w14:paraId="0F0E97E4" w14:textId="77777777" w:rsidR="00BF22CB" w:rsidRDefault="00BF22CB" w:rsidP="00BF22CB"/>
                  </w:txbxContent>
                </v:textbox>
              </v:shape>
            </w:pict>
          </mc:Fallback>
        </mc:AlternateContent>
      </w:r>
      <w:r>
        <w:t xml:space="preserve">If you give yourself a 10 for any question explain why your response </w:t>
      </w:r>
      <w:r w:rsidRPr="000F4433">
        <w:rPr>
          <w:b/>
        </w:rPr>
        <w:t xml:space="preserve">goes </w:t>
      </w:r>
      <w:r>
        <w:rPr>
          <w:b/>
        </w:rPr>
        <w:t xml:space="preserve">well </w:t>
      </w:r>
      <w:r w:rsidRPr="000F4433">
        <w:rPr>
          <w:b/>
        </w:rPr>
        <w:t>beyond expect</w:t>
      </w:r>
      <w:r>
        <w:rPr>
          <w:b/>
        </w:rPr>
        <w:t>at</w:t>
      </w:r>
      <w:r w:rsidRPr="000F4433">
        <w:rPr>
          <w:b/>
        </w:rPr>
        <w:t>ions</w:t>
      </w:r>
      <w:r>
        <w:t xml:space="preserve">. </w:t>
      </w:r>
      <w:r w:rsidRPr="000F4433">
        <w:rPr>
          <w:i/>
          <w:color w:val="C00000"/>
        </w:rPr>
        <w:t xml:space="preserve">Remember I expect you to answer the questions effectively – so don’t </w:t>
      </w:r>
      <w:r>
        <w:rPr>
          <w:i/>
          <w:color w:val="C00000"/>
        </w:rPr>
        <w:t xml:space="preserve">just </w:t>
      </w:r>
      <w:r w:rsidRPr="000F4433">
        <w:rPr>
          <w:i/>
          <w:color w:val="C00000"/>
        </w:rPr>
        <w:t>tell me that you did what I expect!!</w:t>
      </w:r>
    </w:p>
    <w:p w14:paraId="6997AED2" w14:textId="77777777" w:rsidR="00BF22CB" w:rsidRDefault="00BF22CB" w:rsidP="00BF22CB"/>
    <w:p w14:paraId="7B1A8E1E" w14:textId="77777777" w:rsidR="00BF22CB" w:rsidRDefault="00BF22CB" w:rsidP="00BF22CB"/>
    <w:p w14:paraId="44CB2150" w14:textId="77777777" w:rsidR="00BF22CB" w:rsidRDefault="00BF22CB" w:rsidP="00BF22CB"/>
    <w:p w14:paraId="3FC9E330" w14:textId="77777777" w:rsidR="00BF22CB" w:rsidRDefault="00BF22CB" w:rsidP="00BF22CB"/>
    <w:p w14:paraId="3F1D7C35" w14:textId="77777777" w:rsidR="00BF22CB" w:rsidRDefault="00BF22CB" w:rsidP="00BF22CB"/>
    <w:p w14:paraId="6932D9F0" w14:textId="77777777" w:rsidR="00515CC0" w:rsidRDefault="00515CC0"/>
    <w:p w14:paraId="5EDFC07A" w14:textId="77777777" w:rsidR="004A3EA9" w:rsidRPr="00286811" w:rsidRDefault="004A3EA9" w:rsidP="004A3EA9">
      <w:pPr>
        <w:rPr>
          <w:b/>
          <w:sz w:val="28"/>
          <w:szCs w:val="28"/>
        </w:rPr>
      </w:pPr>
      <w:r w:rsidRPr="00286811">
        <w:rPr>
          <w:b/>
          <w:sz w:val="28"/>
          <w:szCs w:val="28"/>
        </w:rPr>
        <w:lastRenderedPageBreak/>
        <w:t>Form</w:t>
      </w:r>
    </w:p>
    <w:p w14:paraId="48E7DE90" w14:textId="77777777" w:rsidR="004A3EA9" w:rsidRDefault="004A3EA9" w:rsidP="004A3EA9">
      <w:r>
        <w:rPr>
          <w:noProof/>
          <w:lang w:eastAsia="en-US"/>
        </w:rPr>
        <mc:AlternateContent>
          <mc:Choice Requires="wps">
            <w:drawing>
              <wp:anchor distT="0" distB="0" distL="114300" distR="114300" simplePos="0" relativeHeight="251662336" behindDoc="0" locked="0" layoutInCell="1" allowOverlap="1" wp14:anchorId="19766261" wp14:editId="6DA8D464">
                <wp:simplePos x="0" y="0"/>
                <wp:positionH relativeFrom="column">
                  <wp:posOffset>1790700</wp:posOffset>
                </wp:positionH>
                <wp:positionV relativeFrom="paragraph">
                  <wp:posOffset>158115</wp:posOffset>
                </wp:positionV>
                <wp:extent cx="2828925" cy="3133725"/>
                <wp:effectExtent l="0" t="0" r="15875" b="889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8925" cy="3133725"/>
                        </a:xfrm>
                        <a:prstGeom prst="rect">
                          <a:avLst/>
                        </a:prstGeom>
                        <a:solidFill>
                          <a:srgbClr val="FFFFFF"/>
                        </a:solidFill>
                        <a:ln w="9525">
                          <a:solidFill>
                            <a:srgbClr val="000000"/>
                          </a:solidFill>
                          <a:miter lim="800000"/>
                          <a:headEnd/>
                          <a:tailEnd/>
                        </a:ln>
                      </wps:spPr>
                      <wps:txbx>
                        <w:txbxContent>
                          <w:p w14:paraId="309B3BAA" w14:textId="77777777" w:rsidR="004A3EA9" w:rsidRPr="002A3A21" w:rsidRDefault="004A3EA9" w:rsidP="004A3EA9">
                            <w:pPr>
                              <w:rPr>
                                <w:color w:val="A6A6A6" w:themeColor="background1" w:themeShade="A6"/>
                              </w:rPr>
                            </w:pPr>
                            <w:r w:rsidRPr="002A3A21">
                              <w:rPr>
                                <w:color w:val="A6A6A6" w:themeColor="background1" w:themeShade="A6"/>
                              </w:rPr>
                              <w:t>Insert a picture of your portrait here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8" type="#_x0000_t202" style="position:absolute;margin-left:141pt;margin-top:12.45pt;width:222.75pt;height:246.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">
                <v:textbox>
                  <w:txbxContent>
                    <w:p w14:paraId="309B3BAA" w14:textId="77777777" w:rsidR="004A3EA9" w:rsidRPr="002A3A21" w:rsidRDefault="004A3EA9" w:rsidP="004A3EA9">
                      <w:pPr>
                        <w:rPr>
                          <w:color w:val="A6A6A6" w:themeColor="background1" w:themeShade="A6"/>
                        </w:rPr>
                      </w:pPr>
                      <w:r w:rsidRPr="002A3A21">
                        <w:rPr>
                          <w:color w:val="A6A6A6" w:themeColor="background1" w:themeShade="A6"/>
                        </w:rPr>
                        <w:t>Insert a picture of your portrait here</w:t>
                      </w:r>
                    </w:p>
                  </w:txbxContent>
                </v:textbox>
              </v:shape>
            </w:pict>
          </mc:Fallback>
        </mc:AlternateContent>
      </w:r>
    </w:p>
    <w:p w14:paraId="025216C7" w14:textId="77777777" w:rsidR="004A3EA9" w:rsidRDefault="004A3EA9" w:rsidP="004A3EA9"/>
    <w:p w14:paraId="22408951" w14:textId="77777777" w:rsidR="004A3EA9" w:rsidRDefault="004A3EA9" w:rsidP="004A3EA9"/>
    <w:p w14:paraId="20E0A4AC" w14:textId="77777777" w:rsidR="004A3EA9" w:rsidRDefault="004A3EA9" w:rsidP="004A3EA9"/>
    <w:p w14:paraId="651A2676" w14:textId="77777777" w:rsidR="004A3EA9" w:rsidRDefault="004A3EA9" w:rsidP="004A3EA9"/>
    <w:p w14:paraId="37425DC0" w14:textId="77777777" w:rsidR="004A3EA9" w:rsidRDefault="004A3EA9" w:rsidP="004A3EA9"/>
    <w:p w14:paraId="08136346" w14:textId="77777777" w:rsidR="004A3EA9" w:rsidRDefault="004A3EA9" w:rsidP="004A3EA9"/>
    <w:p w14:paraId="6AD423B5" w14:textId="77777777" w:rsidR="004A3EA9" w:rsidRDefault="004A3EA9" w:rsidP="004A3EA9"/>
    <w:p w14:paraId="676AC831" w14:textId="77777777" w:rsidR="004A3EA9" w:rsidRDefault="004A3EA9" w:rsidP="004A3EA9"/>
    <w:p w14:paraId="068F004E" w14:textId="77777777" w:rsidR="004A3EA9" w:rsidRDefault="004A3EA9" w:rsidP="004A3EA9"/>
    <w:p w14:paraId="370B7785" w14:textId="77777777" w:rsidR="004A3EA9" w:rsidRDefault="004A3EA9" w:rsidP="004A3EA9"/>
    <w:p w14:paraId="4DF4F239" w14:textId="77777777" w:rsidR="004A3EA9" w:rsidRDefault="004A3EA9" w:rsidP="004A3EA9">
      <w:r>
        <w:t xml:space="preserve">Describe how applying the various stages of painting technique (imprimatura, underpainting, and glazing) help to make your painting visually effective. </w:t>
      </w:r>
    </w:p>
    <w:p w14:paraId="48FD446E" w14:textId="77777777" w:rsidR="004A3EA9" w:rsidRDefault="004A3EA9" w:rsidP="004A3EA9">
      <w:r>
        <w:rPr>
          <w:noProof/>
          <w:lang w:eastAsia="en-US"/>
        </w:rPr>
        <mc:AlternateContent>
          <mc:Choice Requires="wps">
            <w:drawing>
              <wp:anchor distT="0" distB="0" distL="114300" distR="114300" simplePos="0" relativeHeight="251663360" behindDoc="0" locked="0" layoutInCell="1" allowOverlap="1" wp14:anchorId="00E8E02A" wp14:editId="00EC6B07">
                <wp:simplePos x="0" y="0"/>
                <wp:positionH relativeFrom="column">
                  <wp:posOffset>113030</wp:posOffset>
                </wp:positionH>
                <wp:positionV relativeFrom="paragraph">
                  <wp:posOffset>63500</wp:posOffset>
                </wp:positionV>
                <wp:extent cx="6602730" cy="4750435"/>
                <wp:effectExtent l="0" t="3175" r="15240" b="8890"/>
                <wp:wrapNone/>
                <wp:docPr id="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02730" cy="4750435"/>
                        </a:xfrm>
                        <a:prstGeom prst="rect">
                          <a:avLst/>
                        </a:prstGeom>
                        <a:solidFill>
                          <a:srgbClr val="FFFFFF"/>
                        </a:solidFill>
                        <a:ln w="9525">
                          <a:solidFill>
                            <a:srgbClr val="000000"/>
                          </a:solidFill>
                          <a:miter lim="800000"/>
                          <a:headEnd/>
                          <a:tailEnd/>
                        </a:ln>
                      </wps:spPr>
                      <wps:txbx>
                        <w:txbxContent>
                          <w:p w14:paraId="70FD82D2" w14:textId="77777777" w:rsidR="004A3EA9" w:rsidRDefault="004A3EA9" w:rsidP="004A3EA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9" type="#_x0000_t202" style="position:absolute;margin-left:8.9pt;margin-top:5pt;width:519.9pt;height:374.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">
                <v:textbox>
                  <w:txbxContent>
                    <w:p w14:paraId="70FD82D2" w14:textId="77777777" w:rsidR="004A3EA9" w:rsidRDefault="004A3EA9" w:rsidP="004A3EA9"/>
                  </w:txbxContent>
                </v:textbox>
              </v:shape>
            </w:pict>
          </mc:Fallback>
        </mc:AlternateContent>
      </w:r>
    </w:p>
    <w:p w14:paraId="373713FE" w14:textId="77777777" w:rsidR="004A3EA9" w:rsidRDefault="004A3EA9" w:rsidP="004A3EA9"/>
    <w:p w14:paraId="5706BD8E" w14:textId="77777777" w:rsidR="004A3EA9" w:rsidRDefault="004A3EA9" w:rsidP="004A3EA9"/>
    <w:p w14:paraId="38A2D8F6" w14:textId="77777777" w:rsidR="004A3EA9" w:rsidRDefault="004A3EA9" w:rsidP="004A3EA9"/>
    <w:p w14:paraId="5A6A302E" w14:textId="77777777" w:rsidR="004A3EA9" w:rsidRDefault="004A3EA9" w:rsidP="004A3EA9"/>
    <w:p w14:paraId="36C7343F" w14:textId="77777777" w:rsidR="004A3EA9" w:rsidRDefault="004A3EA9" w:rsidP="004A3EA9"/>
    <w:p w14:paraId="132C1F12" w14:textId="77777777" w:rsidR="004A3EA9" w:rsidRDefault="004A3EA9" w:rsidP="004A3EA9"/>
    <w:p w14:paraId="1EB0A246" w14:textId="77777777" w:rsidR="004A3EA9" w:rsidRDefault="004A3EA9" w:rsidP="004A3EA9"/>
    <w:p w14:paraId="794E1BC3" w14:textId="77777777" w:rsidR="004A3EA9" w:rsidRDefault="004A3EA9" w:rsidP="004A3EA9"/>
    <w:p w14:paraId="448BFADB" w14:textId="77777777" w:rsidR="004A3EA9" w:rsidRDefault="004A3EA9" w:rsidP="004A3EA9"/>
    <w:p w14:paraId="49237681" w14:textId="77777777" w:rsidR="004A3EA9" w:rsidRDefault="004A3EA9" w:rsidP="004A3EA9"/>
    <w:p w14:paraId="70860F9F" w14:textId="77777777" w:rsidR="004A3EA9" w:rsidRDefault="004A3EA9" w:rsidP="004A3EA9"/>
    <w:p w14:paraId="62124204" w14:textId="77777777" w:rsidR="004A3EA9" w:rsidRDefault="004A3EA9" w:rsidP="004A3EA9"/>
    <w:p w14:paraId="717B8C03" w14:textId="77777777" w:rsidR="004A3EA9" w:rsidRDefault="004A3EA9" w:rsidP="004A3EA9"/>
    <w:p w14:paraId="2BB732E5" w14:textId="77777777" w:rsidR="004A3EA9" w:rsidRDefault="004A3EA9" w:rsidP="004A3EA9"/>
    <w:p w14:paraId="2E2852EF" w14:textId="77777777" w:rsidR="004A3EA9" w:rsidRDefault="004A3EA9" w:rsidP="004A3EA9"/>
    <w:p w14:paraId="5C026933" w14:textId="77777777" w:rsidR="004A3EA9" w:rsidRDefault="004A3EA9" w:rsidP="004A3EA9"/>
    <w:p w14:paraId="638AA337" w14:textId="77777777" w:rsidR="004A3EA9" w:rsidRPr="00286811" w:rsidRDefault="004A3EA9" w:rsidP="004A3EA9">
      <w:pPr>
        <w:rPr>
          <w:b/>
          <w:sz w:val="28"/>
          <w:szCs w:val="28"/>
        </w:rPr>
      </w:pPr>
      <w:r w:rsidRPr="00286811">
        <w:rPr>
          <w:b/>
          <w:sz w:val="28"/>
          <w:szCs w:val="28"/>
        </w:rPr>
        <w:t>Theme</w:t>
      </w:r>
    </w:p>
    <w:p w14:paraId="58A45F14" w14:textId="77777777" w:rsidR="004A3EA9" w:rsidRDefault="004A3EA9" w:rsidP="004A3EA9">
      <w:r>
        <w:t>Describe what “Big Ideas” that you wanted to express about yourself in the portrait.  Think about all the visual elements and symbols you chose to include and explain why they are important in sending a message to the viewer.</w:t>
      </w:r>
    </w:p>
    <w:p w14:paraId="34E063E6" w14:textId="77777777" w:rsidR="004A3EA9" w:rsidRDefault="004A3EA9" w:rsidP="004A3EA9">
      <w:r>
        <w:rPr>
          <w:noProof/>
          <w:lang w:eastAsia="en-US"/>
        </w:rPr>
        <mc:AlternateContent>
          <mc:Choice Requires="wps">
            <w:drawing>
              <wp:anchor distT="0" distB="0" distL="114300" distR="114300" simplePos="0" relativeHeight="251664384" behindDoc="0" locked="0" layoutInCell="1" allowOverlap="1" wp14:anchorId="08D28EC4" wp14:editId="10BB9C0E">
                <wp:simplePos x="0" y="0"/>
                <wp:positionH relativeFrom="column">
                  <wp:posOffset>65405</wp:posOffset>
                </wp:positionH>
                <wp:positionV relativeFrom="paragraph">
                  <wp:posOffset>109220</wp:posOffset>
                </wp:positionV>
                <wp:extent cx="6709410" cy="3669665"/>
                <wp:effectExtent l="1905" t="6350" r="6985" b="6985"/>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09410" cy="3669665"/>
                        </a:xfrm>
                        <a:prstGeom prst="rect">
                          <a:avLst/>
                        </a:prstGeom>
                        <a:solidFill>
                          <a:srgbClr val="FFFFFF"/>
                        </a:solidFill>
                        <a:ln w="9525">
                          <a:solidFill>
                            <a:srgbClr val="000000"/>
                          </a:solidFill>
                          <a:miter lim="800000"/>
                          <a:headEnd/>
                          <a:tailEnd/>
                        </a:ln>
                      </wps:spPr>
                      <wps:txbx>
                        <w:txbxContent>
                          <w:p w14:paraId="71C061A8" w14:textId="77777777" w:rsidR="004A3EA9" w:rsidRDefault="004A3EA9" w:rsidP="004A3EA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30" type="#_x0000_t202" style="position:absolute;margin-left:5.15pt;margin-top:8.6pt;width:528.3pt;height:288.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">
                <v:textbox>
                  <w:txbxContent>
                    <w:p w14:paraId="71C061A8" w14:textId="77777777" w:rsidR="004A3EA9" w:rsidRDefault="004A3EA9" w:rsidP="004A3EA9"/>
                  </w:txbxContent>
                </v:textbox>
              </v:shape>
            </w:pict>
          </mc:Fallback>
        </mc:AlternateContent>
      </w:r>
    </w:p>
    <w:p w14:paraId="1F653C08" w14:textId="77777777" w:rsidR="004A3EA9" w:rsidRDefault="004A3EA9" w:rsidP="004A3EA9"/>
    <w:p w14:paraId="09BCD1B5" w14:textId="77777777" w:rsidR="004A3EA9" w:rsidRDefault="004A3EA9" w:rsidP="004A3EA9"/>
    <w:p w14:paraId="2BC5B537" w14:textId="77777777" w:rsidR="004A3EA9" w:rsidRDefault="004A3EA9" w:rsidP="004A3EA9"/>
    <w:p w14:paraId="5AC5DC1D" w14:textId="77777777" w:rsidR="004A3EA9" w:rsidRDefault="004A3EA9" w:rsidP="004A3EA9"/>
    <w:p w14:paraId="739A3C45" w14:textId="77777777" w:rsidR="004A3EA9" w:rsidRDefault="004A3EA9" w:rsidP="004A3EA9"/>
    <w:p w14:paraId="7F0706F1" w14:textId="77777777" w:rsidR="004A3EA9" w:rsidRDefault="004A3EA9" w:rsidP="004A3EA9"/>
    <w:p w14:paraId="4BA250B3" w14:textId="77777777" w:rsidR="004A3EA9" w:rsidRDefault="004A3EA9" w:rsidP="004A3EA9"/>
    <w:p w14:paraId="2CFEB453" w14:textId="77777777" w:rsidR="004A3EA9" w:rsidRDefault="004A3EA9" w:rsidP="004A3EA9"/>
    <w:p w14:paraId="4258B110" w14:textId="77777777" w:rsidR="004A3EA9" w:rsidRDefault="004A3EA9" w:rsidP="004A3EA9"/>
    <w:p w14:paraId="5F8D95A4" w14:textId="77777777" w:rsidR="004A3EA9" w:rsidRDefault="004A3EA9" w:rsidP="004A3EA9"/>
    <w:p w14:paraId="55B2A4D2" w14:textId="77777777" w:rsidR="004A3EA9" w:rsidRDefault="004A3EA9" w:rsidP="004A3EA9"/>
    <w:p w14:paraId="4169E9E0" w14:textId="77777777" w:rsidR="004A3EA9" w:rsidRDefault="004A3EA9" w:rsidP="004A3EA9"/>
    <w:p w14:paraId="173E0B32" w14:textId="77777777" w:rsidR="004A3EA9" w:rsidRDefault="004A3EA9" w:rsidP="004A3EA9">
      <w:pPr>
        <w:jc w:val="center"/>
      </w:pPr>
      <w:r>
        <w:t>One more question below</w:t>
      </w:r>
    </w:p>
    <w:p w14:paraId="42404851" w14:textId="77777777" w:rsidR="004A3EA9" w:rsidRDefault="004A3EA9" w:rsidP="004A3EA9">
      <w:r>
        <w:rPr>
          <w:noProof/>
          <w:lang w:eastAsia="en-US"/>
        </w:rPr>
        <mc:AlternateContent>
          <mc:Choice Requires="wps">
            <w:drawing>
              <wp:anchor distT="0" distB="0" distL="114300" distR="114300" simplePos="0" relativeHeight="251669504" behindDoc="0" locked="0" layoutInCell="1" allowOverlap="1" wp14:anchorId="085E7BAF" wp14:editId="2BBBA498">
                <wp:simplePos x="0" y="0"/>
                <wp:positionH relativeFrom="column">
                  <wp:posOffset>2811780</wp:posOffset>
                </wp:positionH>
                <wp:positionV relativeFrom="paragraph">
                  <wp:posOffset>57785</wp:posOffset>
                </wp:positionV>
                <wp:extent cx="808990" cy="2204085"/>
                <wp:effectExtent l="76200" t="25400" r="3810" b="107315"/>
                <wp:wrapThrough wrapText="bothSides">
                  <wp:wrapPolygon edited="0">
                    <wp:start x="4069" y="-249"/>
                    <wp:lineTo x="3391" y="15931"/>
                    <wp:lineTo x="-2035" y="15931"/>
                    <wp:lineTo x="-2035" y="19167"/>
                    <wp:lineTo x="2713" y="19914"/>
                    <wp:lineTo x="2713" y="21158"/>
                    <wp:lineTo x="8816" y="22403"/>
                    <wp:lineTo x="12885" y="22403"/>
                    <wp:lineTo x="21024" y="19665"/>
                    <wp:lineTo x="21024" y="17424"/>
                    <wp:lineTo x="18311" y="15931"/>
                    <wp:lineTo x="17633" y="-249"/>
                    <wp:lineTo x="4069" y="-249"/>
                  </wp:wrapPolygon>
                </wp:wrapThrough>
                <wp:docPr id="10" name="Down Arrow 10"/>
                <wp:cNvGraphicFramePr/>
                <a:graphic xmlns:a="http://schemas.openxmlformats.org/drawingml/2006/main">
                  <a:graphicData uri="http://schemas.microsoft.com/office/word/2010/wordprocessingShape">
                    <wps:wsp>
                      <wps:cNvSpPr/>
                      <wps:spPr>
                        <a:xfrm>
                          <a:off x="0" y="0"/>
                          <a:ext cx="808990" cy="2204085"/>
                        </a:xfrm>
                        <a:prstGeom prst="downArrow">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10" o:spid="_x0000_s1026" type="#_x0000_t67" style="position:absolute;margin-left:221.4pt;margin-top:4.55pt;width:63.7pt;height:173.5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" adj="17636" fillcolor="#4f81bd [3204]" strokecolor="#4579b8 [3044]">
                <v:fill color2="#a7bfde [1620]" rotate="t" type="gradient">
                  <o:fill v:ext="view" type="gradientUnscaled"/>
                </v:fill>
                <v:shadow on="t" opacity="22937f" mv:blur="40000f" origin=",.5" offset="0,23000emu"/>
                <w10:wrap type="through"/>
              </v:shape>
            </w:pict>
          </mc:Fallback>
        </mc:AlternateContent>
      </w:r>
    </w:p>
    <w:p w14:paraId="37232C62" w14:textId="77777777" w:rsidR="004A3EA9" w:rsidRDefault="004A3EA9" w:rsidP="004A3EA9"/>
    <w:p w14:paraId="5B6A8716" w14:textId="77777777" w:rsidR="004A3EA9" w:rsidRDefault="004A3EA9" w:rsidP="004A3EA9"/>
    <w:p w14:paraId="20CD4EE1" w14:textId="77777777" w:rsidR="004A3EA9" w:rsidRDefault="004A3EA9" w:rsidP="004A3EA9"/>
    <w:p w14:paraId="7F57D930" w14:textId="77777777" w:rsidR="004A3EA9" w:rsidRDefault="004A3EA9" w:rsidP="004A3EA9"/>
    <w:p w14:paraId="68340344" w14:textId="77777777" w:rsidR="004A3EA9" w:rsidRDefault="004A3EA9" w:rsidP="004A3EA9"/>
    <w:p w14:paraId="2E6E3939" w14:textId="77777777" w:rsidR="004A3EA9" w:rsidRDefault="004A3EA9" w:rsidP="004A3EA9"/>
    <w:p w14:paraId="5595FA4D" w14:textId="77777777" w:rsidR="004A3EA9" w:rsidRDefault="004A3EA9" w:rsidP="004A3EA9"/>
    <w:p w14:paraId="75B03775" w14:textId="77777777" w:rsidR="004A3EA9" w:rsidRDefault="004A3EA9" w:rsidP="004A3EA9"/>
    <w:p w14:paraId="044C7B65" w14:textId="77777777" w:rsidR="004A3EA9" w:rsidRDefault="004A3EA9" w:rsidP="004A3EA9"/>
    <w:p w14:paraId="052676C9" w14:textId="77777777" w:rsidR="004A3EA9" w:rsidRDefault="004A3EA9" w:rsidP="004A3EA9"/>
    <w:p w14:paraId="2FA7AD20" w14:textId="77777777" w:rsidR="004A3EA9" w:rsidRDefault="004A3EA9" w:rsidP="004A3EA9"/>
    <w:p w14:paraId="4EA96FA1" w14:textId="77777777" w:rsidR="004A3EA9" w:rsidRDefault="004A3EA9" w:rsidP="004A3EA9"/>
    <w:p w14:paraId="552C4682" w14:textId="77777777" w:rsidR="004A3EA9" w:rsidRPr="006504A5" w:rsidRDefault="004A3EA9" w:rsidP="004A3EA9">
      <w:pPr>
        <w:rPr>
          <w:b/>
          <w:sz w:val="28"/>
          <w:szCs w:val="28"/>
        </w:rPr>
      </w:pPr>
      <w:r w:rsidRPr="006504A5">
        <w:rPr>
          <w:b/>
          <w:sz w:val="28"/>
          <w:szCs w:val="28"/>
        </w:rPr>
        <w:t>Context</w:t>
      </w:r>
    </w:p>
    <w:p w14:paraId="1E99CCF5" w14:textId="77777777" w:rsidR="004A3EA9" w:rsidRDefault="004A3EA9" w:rsidP="004A3EA9"/>
    <w:p w14:paraId="0D58A3C8" w14:textId="77777777" w:rsidR="004A3EA9" w:rsidRDefault="004A3EA9" w:rsidP="004A3EA9">
      <w:r>
        <w:rPr>
          <w:noProof/>
          <w:lang w:eastAsia="en-US"/>
        </w:rPr>
        <mc:AlternateContent>
          <mc:Choice Requires="wps">
            <w:drawing>
              <wp:anchor distT="0" distB="0" distL="114300" distR="114300" simplePos="0" relativeHeight="251665408" behindDoc="0" locked="0" layoutInCell="1" allowOverlap="1" wp14:anchorId="58A621A6" wp14:editId="7865D39D">
                <wp:simplePos x="0" y="0"/>
                <wp:positionH relativeFrom="column">
                  <wp:posOffset>231775</wp:posOffset>
                </wp:positionH>
                <wp:positionV relativeFrom="paragraph">
                  <wp:posOffset>48260</wp:posOffset>
                </wp:positionV>
                <wp:extent cx="2968625" cy="3361055"/>
                <wp:effectExtent l="3175" t="0" r="12700" b="825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8625" cy="3361055"/>
                        </a:xfrm>
                        <a:prstGeom prst="rect">
                          <a:avLst/>
                        </a:prstGeom>
                        <a:solidFill>
                          <a:srgbClr val="FFFFFF"/>
                        </a:solidFill>
                        <a:ln w="9525">
                          <a:solidFill>
                            <a:srgbClr val="000000"/>
                          </a:solidFill>
                          <a:miter lim="800000"/>
                          <a:headEnd/>
                          <a:tailEnd/>
                        </a:ln>
                      </wps:spPr>
                      <wps:txbx>
                        <w:txbxContent>
                          <w:p w14:paraId="57098B9D" w14:textId="77777777" w:rsidR="004A3EA9" w:rsidRPr="006504A5" w:rsidRDefault="004A3EA9" w:rsidP="004A3EA9">
                            <w:pPr>
                              <w:rPr>
                                <w:color w:val="A6A6A6" w:themeColor="background1" w:themeShade="A6"/>
                              </w:rPr>
                            </w:pPr>
                            <w:r w:rsidRPr="006504A5">
                              <w:rPr>
                                <w:color w:val="A6A6A6" w:themeColor="background1" w:themeShade="A6"/>
                              </w:rPr>
                              <w:t>Paste a portrait from the Renaissance here</w:t>
                            </w:r>
                            <w:r w:rsidRPr="006504A5">
                              <w:rPr>
                                <w:color w:val="A6A6A6" w:themeColor="background1" w:themeShade="A6"/>
                              </w:rP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1" type="#_x0000_t202" style="position:absolute;margin-left:18.25pt;margin-top:3.8pt;width:233.75pt;height:264.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">
                <v:textbox>
                  <w:txbxContent>
                    <w:p w14:paraId="57098B9D" w14:textId="77777777" w:rsidR="004A3EA9" w:rsidRPr="006504A5" w:rsidRDefault="004A3EA9" w:rsidP="004A3EA9">
                      <w:pPr>
                        <w:rPr>
                          <w:color w:val="A6A6A6" w:themeColor="background1" w:themeShade="A6"/>
                        </w:rPr>
                      </w:pPr>
                      <w:r w:rsidRPr="006504A5">
                        <w:rPr>
                          <w:color w:val="A6A6A6" w:themeColor="background1" w:themeShade="A6"/>
                        </w:rPr>
                        <w:t>Paste a portrait from the Renaissance here</w:t>
                      </w:r>
                      <w:r w:rsidRPr="006504A5">
                        <w:rPr>
                          <w:color w:val="A6A6A6" w:themeColor="background1" w:themeShade="A6"/>
                        </w:rPr>
                        <w:tab/>
                      </w:r>
                    </w:p>
                  </w:txbxContent>
                </v:textbox>
              </v:shape>
            </w:pict>
          </mc:Fallback>
        </mc:AlternateContent>
      </w:r>
      <w:r>
        <w:rPr>
          <w:noProof/>
          <w:lang w:eastAsia="en-US"/>
        </w:rPr>
        <mc:AlternateContent>
          <mc:Choice Requires="wps">
            <w:drawing>
              <wp:anchor distT="0" distB="0" distL="114300" distR="114300" simplePos="0" relativeHeight="251666432" behindDoc="0" locked="0" layoutInCell="1" allowOverlap="1" wp14:anchorId="757426F7" wp14:editId="0407D888">
                <wp:simplePos x="0" y="0"/>
                <wp:positionH relativeFrom="column">
                  <wp:posOffset>3449955</wp:posOffset>
                </wp:positionH>
                <wp:positionV relativeFrom="paragraph">
                  <wp:posOffset>48260</wp:posOffset>
                </wp:positionV>
                <wp:extent cx="3099435" cy="3361055"/>
                <wp:effectExtent l="0" t="0" r="16510" b="8255"/>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9435" cy="3361055"/>
                        </a:xfrm>
                        <a:prstGeom prst="rect">
                          <a:avLst/>
                        </a:prstGeom>
                        <a:solidFill>
                          <a:srgbClr val="FFFFFF"/>
                        </a:solidFill>
                        <a:ln w="9525">
                          <a:solidFill>
                            <a:srgbClr val="000000"/>
                          </a:solidFill>
                          <a:miter lim="800000"/>
                          <a:headEnd/>
                          <a:tailEnd/>
                        </a:ln>
                      </wps:spPr>
                      <wps:txbx>
                        <w:txbxContent>
                          <w:p w14:paraId="7471E9AA" w14:textId="77777777" w:rsidR="004A3EA9" w:rsidRPr="006504A5" w:rsidRDefault="004A3EA9" w:rsidP="004A3EA9">
                            <w:pPr>
                              <w:rPr>
                                <w:color w:val="A6A6A6" w:themeColor="background1" w:themeShade="A6"/>
                              </w:rPr>
                            </w:pPr>
                            <w:r w:rsidRPr="006504A5">
                              <w:rPr>
                                <w:color w:val="A6A6A6" w:themeColor="background1" w:themeShade="A6"/>
                              </w:rPr>
                              <w:t>Paste another picture of your portrait here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2" type="#_x0000_t202" style="position:absolute;margin-left:271.65pt;margin-top:3.8pt;width:244.05pt;height:264.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">
                <v:textbox>
                  <w:txbxContent>
                    <w:p w14:paraId="7471E9AA" w14:textId="77777777" w:rsidR="004A3EA9" w:rsidRPr="006504A5" w:rsidRDefault="004A3EA9" w:rsidP="004A3EA9">
                      <w:pPr>
                        <w:rPr>
                          <w:color w:val="A6A6A6" w:themeColor="background1" w:themeShade="A6"/>
                        </w:rPr>
                      </w:pPr>
                      <w:r w:rsidRPr="006504A5">
                        <w:rPr>
                          <w:color w:val="A6A6A6" w:themeColor="background1" w:themeShade="A6"/>
                        </w:rPr>
                        <w:t>Paste another picture of your portrait here</w:t>
                      </w:r>
                    </w:p>
                  </w:txbxContent>
                </v:textbox>
              </v:shape>
            </w:pict>
          </mc:Fallback>
        </mc:AlternateContent>
      </w:r>
    </w:p>
    <w:p w14:paraId="1C8FDBCB" w14:textId="77777777" w:rsidR="004A3EA9" w:rsidRDefault="004A3EA9" w:rsidP="004A3EA9"/>
    <w:p w14:paraId="55EFADB2" w14:textId="77777777" w:rsidR="004A3EA9" w:rsidRDefault="004A3EA9" w:rsidP="004A3EA9"/>
    <w:p w14:paraId="66E77348" w14:textId="77777777" w:rsidR="004A3EA9" w:rsidRDefault="004A3EA9" w:rsidP="004A3EA9"/>
    <w:p w14:paraId="583E8764" w14:textId="77777777" w:rsidR="004A3EA9" w:rsidRDefault="004A3EA9" w:rsidP="004A3EA9"/>
    <w:p w14:paraId="71DCF94B" w14:textId="77777777" w:rsidR="004A3EA9" w:rsidRDefault="004A3EA9" w:rsidP="004A3EA9"/>
    <w:p w14:paraId="455496A6" w14:textId="77777777" w:rsidR="004A3EA9" w:rsidRDefault="004A3EA9" w:rsidP="004A3EA9"/>
    <w:p w14:paraId="5924476E" w14:textId="77777777" w:rsidR="004A3EA9" w:rsidRDefault="004A3EA9" w:rsidP="004A3EA9"/>
    <w:p w14:paraId="5FD51ABB" w14:textId="77777777" w:rsidR="004A3EA9" w:rsidRDefault="004A3EA9" w:rsidP="004A3EA9"/>
    <w:p w14:paraId="0D6F54A0" w14:textId="77777777" w:rsidR="004A3EA9" w:rsidRDefault="004A3EA9" w:rsidP="004A3EA9"/>
    <w:p w14:paraId="030E25B1" w14:textId="77777777" w:rsidR="004A3EA9" w:rsidRDefault="004A3EA9" w:rsidP="004A3EA9"/>
    <w:p w14:paraId="50C8A72E" w14:textId="77777777" w:rsidR="004A3EA9" w:rsidRDefault="004A3EA9" w:rsidP="004A3EA9"/>
    <w:p w14:paraId="3CC26C2D" w14:textId="77777777" w:rsidR="004A3EA9" w:rsidRDefault="004A3EA9" w:rsidP="004A3EA9">
      <w:r>
        <w:t>Compare your portrait to the portrait from the Renaissance.  Describe how each uses the visual elements tell us something about the times in which the two people lived and the way they see themselves in the world.</w:t>
      </w:r>
    </w:p>
    <w:p w14:paraId="09BCCA60" w14:textId="77777777" w:rsidR="004A3EA9" w:rsidRDefault="004A3EA9" w:rsidP="004A3EA9"/>
    <w:p w14:paraId="2AAC780D" w14:textId="77777777" w:rsidR="004A3EA9" w:rsidRDefault="004A3EA9" w:rsidP="004A3EA9">
      <w:r>
        <w:rPr>
          <w:noProof/>
          <w:lang w:eastAsia="en-US"/>
        </w:rPr>
        <mc:AlternateContent>
          <mc:Choice Requires="wps">
            <w:drawing>
              <wp:anchor distT="0" distB="0" distL="114300" distR="114300" simplePos="0" relativeHeight="251668480" behindDoc="0" locked="0" layoutInCell="1" allowOverlap="1" wp14:anchorId="3C0A8431" wp14:editId="7A7E1AC6">
                <wp:simplePos x="0" y="0"/>
                <wp:positionH relativeFrom="column">
                  <wp:posOffset>65405</wp:posOffset>
                </wp:positionH>
                <wp:positionV relativeFrom="paragraph">
                  <wp:posOffset>16510</wp:posOffset>
                </wp:positionV>
                <wp:extent cx="6744970" cy="4298950"/>
                <wp:effectExtent l="1905" t="4445" r="0" b="1905"/>
                <wp:wrapNone/>
                <wp:docPr id="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44970" cy="42989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Style w:val="TableGrid"/>
                              <w:tblW w:w="0" w:type="auto"/>
                              <w:tblLook w:val="04A0" w:firstRow="1" w:lastRow="0" w:firstColumn="1" w:lastColumn="0" w:noHBand="0" w:noVBand="1"/>
                            </w:tblPr>
                            <w:tblGrid>
                              <w:gridCol w:w="5167"/>
                              <w:gridCol w:w="5167"/>
                            </w:tblGrid>
                            <w:tr w:rsidR="004A3EA9" w14:paraId="6863CFE3" w14:textId="77777777" w:rsidTr="006504A5">
                              <w:trPr>
                                <w:trHeight w:val="354"/>
                              </w:trPr>
                              <w:tc>
                                <w:tcPr>
                                  <w:tcW w:w="5167" w:type="dxa"/>
                                  <w:shd w:val="clear" w:color="auto" w:fill="D99594" w:themeFill="accent2" w:themeFillTint="99"/>
                                  <w:vAlign w:val="center"/>
                                </w:tcPr>
                                <w:p w14:paraId="0B90D560" w14:textId="77777777" w:rsidR="004A3EA9" w:rsidRDefault="004A3EA9" w:rsidP="006504A5">
                                  <w:pPr>
                                    <w:jc w:val="center"/>
                                  </w:pPr>
                                  <w:r>
                                    <w:t>Renaissance Portrait</w:t>
                                  </w:r>
                                </w:p>
                              </w:tc>
                              <w:tc>
                                <w:tcPr>
                                  <w:tcW w:w="5167" w:type="dxa"/>
                                  <w:shd w:val="clear" w:color="auto" w:fill="B2A1C7" w:themeFill="accent4" w:themeFillTint="99"/>
                                  <w:vAlign w:val="center"/>
                                </w:tcPr>
                                <w:p w14:paraId="4E56861C" w14:textId="77777777" w:rsidR="004A3EA9" w:rsidRDefault="004A3EA9" w:rsidP="006504A5">
                                  <w:pPr>
                                    <w:jc w:val="center"/>
                                  </w:pPr>
                                  <w:r>
                                    <w:t>Your Portrait</w:t>
                                  </w:r>
                                </w:p>
                              </w:tc>
                            </w:tr>
                            <w:tr w:rsidR="004A3EA9" w14:paraId="00F6B0DF" w14:textId="77777777" w:rsidTr="006504A5">
                              <w:trPr>
                                <w:trHeight w:val="6213"/>
                              </w:trPr>
                              <w:tc>
                                <w:tcPr>
                                  <w:tcW w:w="5167" w:type="dxa"/>
                                </w:tcPr>
                                <w:p w14:paraId="582B30FF" w14:textId="77777777" w:rsidR="004A3EA9" w:rsidRDefault="004A3EA9"/>
                              </w:tc>
                              <w:tc>
                                <w:tcPr>
                                  <w:tcW w:w="5167" w:type="dxa"/>
                                </w:tcPr>
                                <w:p w14:paraId="0C03984E" w14:textId="77777777" w:rsidR="004A3EA9" w:rsidRDefault="004A3EA9"/>
                              </w:tc>
                            </w:tr>
                          </w:tbl>
                          <w:p w14:paraId="12EC07E6" w14:textId="77777777" w:rsidR="004A3EA9" w:rsidRDefault="004A3EA9" w:rsidP="004A3EA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33" type="#_x0000_t202" style="position:absolute;margin-left:5.15pt;margin-top:1.3pt;width:531.1pt;height:338.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" stroked="f">
                <v:textbox>
                  <w:txbxContent>
                    <w:tbl>
                      <w:tblPr>
                        <w:tblStyle w:val="TableGrid"/>
                        <w:tblW w:w="0" w:type="auto"/>
                        <w:tblLook w:val="04A0" w:firstRow="1" w:lastRow="0" w:firstColumn="1" w:lastColumn="0" w:noHBand="0" w:noVBand="1"/>
                      </w:tblPr>
                      <w:tblGrid>
                        <w:gridCol w:w="5167"/>
                        <w:gridCol w:w="5167"/>
                      </w:tblGrid>
                      <w:tr w:rsidR="004A3EA9" w14:paraId="6863CFE3" w14:textId="77777777" w:rsidTr="006504A5">
                        <w:trPr>
                          <w:trHeight w:val="354"/>
                        </w:trPr>
                        <w:tc>
                          <w:tcPr>
                            <w:tcW w:w="5167" w:type="dxa"/>
                            <w:shd w:val="clear" w:color="auto" w:fill="D99594" w:themeFill="accent2" w:themeFillTint="99"/>
                            <w:vAlign w:val="center"/>
                          </w:tcPr>
                          <w:p w14:paraId="0B90D560" w14:textId="77777777" w:rsidR="004A3EA9" w:rsidRDefault="004A3EA9" w:rsidP="006504A5">
                            <w:pPr>
                              <w:jc w:val="center"/>
                            </w:pPr>
                            <w:r>
                              <w:t>Renaissance Portrait</w:t>
                            </w:r>
                          </w:p>
                        </w:tc>
                        <w:tc>
                          <w:tcPr>
                            <w:tcW w:w="5167" w:type="dxa"/>
                            <w:shd w:val="clear" w:color="auto" w:fill="B2A1C7" w:themeFill="accent4" w:themeFillTint="99"/>
                            <w:vAlign w:val="center"/>
                          </w:tcPr>
                          <w:p w14:paraId="4E56861C" w14:textId="77777777" w:rsidR="004A3EA9" w:rsidRDefault="004A3EA9" w:rsidP="006504A5">
                            <w:pPr>
                              <w:jc w:val="center"/>
                            </w:pPr>
                            <w:r>
                              <w:t>Your Portrait</w:t>
                            </w:r>
                          </w:p>
                        </w:tc>
                      </w:tr>
                      <w:tr w:rsidR="004A3EA9" w14:paraId="00F6B0DF" w14:textId="77777777" w:rsidTr="006504A5">
                        <w:trPr>
                          <w:trHeight w:val="6213"/>
                        </w:trPr>
                        <w:tc>
                          <w:tcPr>
                            <w:tcW w:w="5167" w:type="dxa"/>
                          </w:tcPr>
                          <w:p w14:paraId="582B30FF" w14:textId="77777777" w:rsidR="004A3EA9" w:rsidRDefault="004A3EA9"/>
                        </w:tc>
                        <w:tc>
                          <w:tcPr>
                            <w:tcW w:w="5167" w:type="dxa"/>
                          </w:tcPr>
                          <w:p w14:paraId="0C03984E" w14:textId="77777777" w:rsidR="004A3EA9" w:rsidRDefault="004A3EA9"/>
                        </w:tc>
                      </w:tr>
                    </w:tbl>
                    <w:p w14:paraId="12EC07E6" w14:textId="77777777" w:rsidR="004A3EA9" w:rsidRDefault="004A3EA9" w:rsidP="004A3EA9"/>
                  </w:txbxContent>
                </v:textbox>
              </v:shape>
            </w:pict>
          </mc:Fallback>
        </mc:AlternateContent>
      </w:r>
    </w:p>
    <w:p w14:paraId="358666E3" w14:textId="77777777" w:rsidR="004A3EA9" w:rsidRDefault="004A3EA9" w:rsidP="004A3EA9"/>
    <w:p w14:paraId="0025D5FB" w14:textId="77777777" w:rsidR="004A3EA9" w:rsidRDefault="004A3EA9" w:rsidP="004A3EA9"/>
    <w:p w14:paraId="468EA48C" w14:textId="77777777" w:rsidR="004A3EA9" w:rsidRDefault="004A3EA9" w:rsidP="004A3EA9"/>
    <w:p w14:paraId="694B68B3" w14:textId="77777777" w:rsidR="004A3EA9" w:rsidRDefault="004A3EA9" w:rsidP="004A3EA9"/>
    <w:p w14:paraId="0CFC7B17" w14:textId="77777777" w:rsidR="00BF22CB" w:rsidRDefault="00BF22CB"/>
    <w:p w14:paraId="4D0ACF96" w14:textId="77777777" w:rsidR="00BF22CB" w:rsidRDefault="00BF22CB"/>
    <w:p w14:paraId="32CA8A1B" w14:textId="77777777" w:rsidR="00BF22CB" w:rsidRDefault="00BF22CB"/>
    <w:p w14:paraId="1F20F4C5" w14:textId="77777777" w:rsidR="00BF22CB" w:rsidRDefault="00BF22CB"/>
    <w:p w14:paraId="4E5ADD91" w14:textId="77777777" w:rsidR="00BF22CB" w:rsidRDefault="00BF22CB"/>
    <w:p w14:paraId="0EF2DFC4" w14:textId="77777777" w:rsidR="00BF22CB" w:rsidRDefault="00BF22CB"/>
    <w:p w14:paraId="167F1EC0" w14:textId="77777777" w:rsidR="00BF22CB" w:rsidRDefault="00BF22CB"/>
    <w:p w14:paraId="25CB563C" w14:textId="77777777" w:rsidR="00BF22CB" w:rsidRDefault="00BF22CB"/>
    <w:p w14:paraId="04B81544" w14:textId="77777777" w:rsidR="00BF22CB" w:rsidRDefault="00BF22CB"/>
    <w:sectPr w:rsidR="00BF22CB" w:rsidSect="005F62E7">
      <w:pgSz w:w="11907" w:h="16840" w:code="9"/>
      <w:pgMar w:top="851" w:right="851" w:bottom="851" w:left="85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embedSystemFonts/>
  <w:proofState w:spelling="clean" w:grammar="clean"/>
  <w:attachedTemplate r:id="rId1"/>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3EA9"/>
    <w:rsid w:val="000457AA"/>
    <w:rsid w:val="004A3EA9"/>
    <w:rsid w:val="005123BC"/>
    <w:rsid w:val="00515CC0"/>
    <w:rsid w:val="005F30FC"/>
    <w:rsid w:val="006B5D84"/>
    <w:rsid w:val="009E4770"/>
    <w:rsid w:val="00BF22CB"/>
    <w:rsid w:val="00C84287"/>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3"/>
    <o:shapelayout v:ext="edit">
      <o:idmap v:ext="edit" data="1"/>
    </o:shapelayout>
  </w:shapeDefaults>
  <w:decimalSymbol w:val="."/>
  <w:listSeparator w:val=","/>
  <w14:docId w14:val="2AEEE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22CB"/>
    <w:pPr>
      <w:spacing w:line="276" w:lineRule="auto"/>
    </w:pPr>
    <w:rPr>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F22CB"/>
    <w:pPr>
      <w:spacing w:after="0"/>
    </w:pPr>
    <w:rPr>
      <w:sz w:val="22"/>
      <w:szCs w:val="22"/>
      <w:lang w:eastAsia="zh-C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BF22CB"/>
    <w:pPr>
      <w:spacing w:after="0"/>
    </w:pPr>
    <w:rPr>
      <w:sz w:val="22"/>
      <w:szCs w:val="22"/>
      <w:lang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22CB"/>
    <w:pPr>
      <w:spacing w:line="276" w:lineRule="auto"/>
    </w:pPr>
    <w:rPr>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F22CB"/>
    <w:pPr>
      <w:spacing w:after="0"/>
    </w:pPr>
    <w:rPr>
      <w:sz w:val="22"/>
      <w:szCs w:val="22"/>
      <w:lang w:eastAsia="zh-C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BF22CB"/>
    <w:pPr>
      <w:spacing w:after="0"/>
    </w:pPr>
    <w:rPr>
      <w:sz w:val="22"/>
      <w:szCs w:val="22"/>
      <w:lang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breverman:ISBArt:2011-12%20revised%20rubrics:Refl%20rubric%20page%20v2%2020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Refl rubric page v2 2011.dotx</Template>
  <TotalTime>6</TotalTime>
  <Pages>4</Pages>
  <Words>161</Words>
  <Characters>922</Characters>
  <Application>Microsoft Macintosh Word</Application>
  <DocSecurity>0</DocSecurity>
  <Lines>7</Lines>
  <Paragraphs>2</Paragraphs>
  <ScaleCrop>false</ScaleCrop>
  <Company/>
  <LinksUpToDate>false</LinksUpToDate>
  <CharactersWithSpaces>1081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Reverman [STAFF]</dc:creator>
  <cp:keywords/>
  <dc:description/>
  <cp:lastModifiedBy>Brian Reverman [STAFF]</cp:lastModifiedBy>
  <cp:revision>2</cp:revision>
  <dcterms:created xsi:type="dcterms:W3CDTF">2012-04-13T07:13:00Z</dcterms:created>
  <dcterms:modified xsi:type="dcterms:W3CDTF">2012-04-13T07:19:00Z</dcterms:modified>
</cp:coreProperties>
</file>